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822F5" w14:textId="50B7C83C" w:rsidR="007E0B20" w:rsidRPr="009B01E2" w:rsidRDefault="007E0B20" w:rsidP="007E0B20">
      <w:pPr>
        <w:rPr>
          <w:b/>
          <w:bCs/>
          <w:lang w:val="en-US"/>
        </w:rPr>
      </w:pPr>
      <w:r w:rsidRPr="009B01E2">
        <w:rPr>
          <w:b/>
          <w:bCs/>
          <w:lang w:val="en-US"/>
        </w:rPr>
        <w:t xml:space="preserve">Source code </w:t>
      </w:r>
      <w:r w:rsidR="009B01E2" w:rsidRPr="009B01E2">
        <w:rPr>
          <w:b/>
          <w:bCs/>
          <w:lang w:val="en-US"/>
        </w:rPr>
        <w:t xml:space="preserve">– Analysis of </w:t>
      </w:r>
      <w:r w:rsidR="009B01E2" w:rsidRPr="009B01E2">
        <w:rPr>
          <w:b/>
          <w:bCs/>
          <w:lang w:val="en-US"/>
        </w:rPr>
        <w:t>Hi-C/ Hi-</w:t>
      </w:r>
      <w:proofErr w:type="spellStart"/>
      <w:r w:rsidR="009B01E2" w:rsidRPr="009B01E2">
        <w:rPr>
          <w:b/>
          <w:bCs/>
          <w:lang w:val="en-US"/>
        </w:rPr>
        <w:t>ChIP</w:t>
      </w:r>
      <w:proofErr w:type="spellEnd"/>
      <w:r w:rsidR="009B01E2" w:rsidRPr="009B01E2">
        <w:rPr>
          <w:b/>
          <w:bCs/>
          <w:lang w:val="en-US"/>
        </w:rPr>
        <w:t xml:space="preserve"> data</w:t>
      </w:r>
    </w:p>
    <w:p w14:paraId="282B8D6A" w14:textId="77777777" w:rsidR="007E0B20" w:rsidRDefault="007E0B20" w:rsidP="007E0B20">
      <w:pPr>
        <w:rPr>
          <w:lang w:val="en-US"/>
        </w:rPr>
      </w:pPr>
    </w:p>
    <w:p w14:paraId="5716C7E5" w14:textId="7BE2001F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#!/bin/bash</w:t>
      </w:r>
    </w:p>
    <w:p w14:paraId="1FFF9235" w14:textId="77777777" w:rsidR="007E0B20" w:rsidRPr="007E0B20" w:rsidRDefault="007E0B20" w:rsidP="007E0B20">
      <w:pPr>
        <w:rPr>
          <w:lang w:val="en-US"/>
        </w:rPr>
      </w:pPr>
    </w:p>
    <w:p w14:paraId="2A98B1F4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helpFunction</w:t>
      </w:r>
      <w:proofErr w:type="spellEnd"/>
      <w:r w:rsidRPr="007E0B20">
        <w:rPr>
          <w:lang w:val="en-US"/>
        </w:rPr>
        <w:t>()</w:t>
      </w:r>
    </w:p>
    <w:p w14:paraId="3EEFA80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{</w:t>
      </w:r>
    </w:p>
    <w:p w14:paraId="0B0E960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499D35F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2F2C5F3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"--------------------------------------------------------------------------------------------------------"</w:t>
      </w:r>
    </w:p>
    <w:p w14:paraId="544E491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5A574F2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"Wrapper to fully </w:t>
      </w:r>
      <w:proofErr w:type="spellStart"/>
      <w:r w:rsidRPr="007E0B20">
        <w:rPr>
          <w:lang w:val="en-US"/>
        </w:rPr>
        <w:t>analyse</w:t>
      </w:r>
      <w:proofErr w:type="spellEnd"/>
      <w:r w:rsidRPr="007E0B20">
        <w:rPr>
          <w:lang w:val="en-US"/>
        </w:rPr>
        <w:t xml:space="preserve"> Hi-C/ Hi-</w:t>
      </w:r>
      <w:proofErr w:type="spellStart"/>
      <w:r w:rsidRPr="007E0B20">
        <w:rPr>
          <w:lang w:val="en-US"/>
        </w:rPr>
        <w:t>ChIP</w:t>
      </w:r>
      <w:proofErr w:type="spellEnd"/>
      <w:r w:rsidRPr="007E0B20">
        <w:rPr>
          <w:lang w:val="en-US"/>
        </w:rPr>
        <w:t xml:space="preserve"> data in paired-end sequencing on </w:t>
      </w:r>
      <w:proofErr w:type="spellStart"/>
      <w:r w:rsidRPr="007E0B20">
        <w:rPr>
          <w:lang w:val="en-US"/>
        </w:rPr>
        <w:t>NextSeq</w:t>
      </w:r>
      <w:proofErr w:type="spellEnd"/>
      <w:r w:rsidRPr="007E0B20">
        <w:rPr>
          <w:lang w:val="en-US"/>
        </w:rPr>
        <w:t xml:space="preserve"> -- Illumina"</w:t>
      </w:r>
    </w:p>
    <w:p w14:paraId="6284437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"Please note that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 xml:space="preserve"> is not performed, expect if -s is determined"</w:t>
      </w:r>
    </w:p>
    <w:p w14:paraId="071C095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"Please note that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 xml:space="preserve"> is ICE to all contact maps"</w:t>
      </w:r>
    </w:p>
    <w:p w14:paraId="599F066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"script generate on 2021.11.03"</w:t>
      </w:r>
    </w:p>
    <w:p w14:paraId="44C669C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0AD5AE0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"------------------------------------------------------ "</w:t>
      </w:r>
    </w:p>
    <w:p w14:paraId="4281D9C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0A8C403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"Usage: $0 \n-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folder input file -l observations to log -o output folder"</w:t>
      </w:r>
    </w:p>
    <w:p w14:paraId="418977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51A7D54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"------------------------------------------------------ "</w:t>
      </w:r>
    </w:p>
    <w:p w14:paraId="2EAD01A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3E25DBE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A file.txt with JUST ONE FILE (any file) PER LINE with PATH and extension. Ex: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file.txt :inside: ˜/</w:t>
      </w:r>
      <w:proofErr w:type="spellStart"/>
      <w:r w:rsidRPr="007E0B20">
        <w:rPr>
          <w:lang w:val="en-US"/>
        </w:rPr>
        <w:t>BaseSpace</w:t>
      </w:r>
      <w:proofErr w:type="spellEnd"/>
      <w:r w:rsidRPr="007E0B20">
        <w:rPr>
          <w:lang w:val="en-US"/>
        </w:rPr>
        <w:t>/foo/foo/SAMPLE/CA*/Files/*_L00X_RX_00X.fastq.gz"</w:t>
      </w:r>
    </w:p>
    <w:p w14:paraId="4D72248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"\t-l A file.txt explaining the experiment to be printed in the log file"</w:t>
      </w:r>
    </w:p>
    <w:p w14:paraId="2EEF3EC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"\t-o Full path for output folder. Ex: /media/Data/foo/foo/foo"</w:t>
      </w:r>
    </w:p>
    <w:p w14:paraId="2B494BC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"\t-c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configuration file name. Default: HiCPro_hg19_configuration.txt"</w:t>
      </w:r>
    </w:p>
    <w:p w14:paraId="35ED4DE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"\t-m Determines if inputs are to be merged based on the string that defines it as an input (CAN NOT CONTAIN 'Merged-'). Ex: IF yes :define: -m </w:t>
      </w:r>
      <w:proofErr w:type="spellStart"/>
      <w:r w:rsidRPr="007E0B20">
        <w:rPr>
          <w:lang w:val="en-US"/>
        </w:rPr>
        <w:t>Input_HiC</w:t>
      </w:r>
      <w:proofErr w:type="spellEnd"/>
      <w:r w:rsidRPr="007E0B20">
        <w:rPr>
          <w:lang w:val="en-US"/>
        </w:rPr>
        <w:t xml:space="preserve"> | ELSE: don't use -m "</w:t>
      </w:r>
    </w:p>
    <w:p w14:paraId="6BD1DE9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"\t-p Number of threads to be used. Default: 110"</w:t>
      </w:r>
    </w:p>
    <w:p w14:paraId="6D54707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"\t-s Should files be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? NO = don't use -s | reads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 = 'READS' | spike-in = 'SPIKE'  "</w:t>
      </w:r>
    </w:p>
    <w:p w14:paraId="5B6B4E9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"\t-g Name of the desired genome to be used as reference. Default: hg19"</w:t>
      </w:r>
    </w:p>
    <w:p w14:paraId="3EB2A3B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"\t-t Chromosome size file for desired genome. Default: chrom_hg19.sizes"</w:t>
      </w:r>
    </w:p>
    <w:p w14:paraId="66405BEE" w14:textId="77777777" w:rsidR="007E0B20" w:rsidRDefault="007E0B20" w:rsidP="007E0B20">
      <w:r w:rsidRPr="007E0B20">
        <w:rPr>
          <w:lang w:val="en-US"/>
        </w:rPr>
        <w:t xml:space="preserve">   echo -e "\t-r Genome restriction fragment file. </w:t>
      </w:r>
      <w:r>
        <w:t>Default: ~/DpnII_resfrag_hg19.bed"</w:t>
      </w:r>
    </w:p>
    <w:p w14:paraId="4E13A43C" w14:textId="77777777" w:rsidR="007E0B20" w:rsidRPr="007E0B20" w:rsidRDefault="007E0B20" w:rsidP="007E0B20">
      <w:pPr>
        <w:rPr>
          <w:lang w:val="en-US"/>
        </w:rPr>
      </w:pPr>
      <w:r>
        <w:t xml:space="preserve">   </w:t>
      </w:r>
      <w:r w:rsidRPr="007E0B20">
        <w:rPr>
          <w:lang w:val="en-US"/>
        </w:rPr>
        <w:t>echo -e "\t-v Resolution to build matrices. Ex: '2500 5000 10000' (...) |  to not have .cool = don't use -f"</w:t>
      </w:r>
    </w:p>
    <w:p w14:paraId="6290656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"\t-f Matrix resolution to be used for .cool format - has to be one used in -v parameter. Ex: 2500 |  to not have .cool = don't use -f"</w:t>
      </w:r>
    </w:p>
    <w:p w14:paraId="588F889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"\t-d Should duplicate interactions be removed? YES = 1 | NO = 0. Default: 1"</w:t>
      </w:r>
    </w:p>
    <w:p w14:paraId="157911E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-e "\t-x Should multi mapped reads in interactions be removed? YES = 1 | NO = 0. Default: 1"</w:t>
      </w:r>
    </w:p>
    <w:p w14:paraId="60B1ACF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1B44F02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NEEDED ON PATH: BASEMOUNT &amp; FASTQC &amp;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&amp; BOWTIE2 &amp; CUTADAPT &amp; HOMER &amp; COOLER &amp; COOLTOOLS &amp; JUICERTOOLS "</w:t>
      </w:r>
    </w:p>
    <w:p w14:paraId="3EBD9DA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0B56AE5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 xml:space="preserve">   echo -e "--------------------------------------------------------------------------------------------------------"</w:t>
      </w:r>
    </w:p>
    <w:p w14:paraId="176B3E2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083C7CB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 "</w:t>
      </w:r>
    </w:p>
    <w:p w14:paraId="13895FC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exit 1 # Exit script after printing help</w:t>
      </w:r>
    </w:p>
    <w:p w14:paraId="182D4E2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}</w:t>
      </w:r>
    </w:p>
    <w:p w14:paraId="1D1D2D94" w14:textId="77777777" w:rsidR="007E0B20" w:rsidRPr="007E0B20" w:rsidRDefault="007E0B20" w:rsidP="007E0B20">
      <w:pPr>
        <w:rPr>
          <w:lang w:val="en-US"/>
        </w:rPr>
      </w:pPr>
    </w:p>
    <w:p w14:paraId="036A4BB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while </w:t>
      </w:r>
      <w:proofErr w:type="spellStart"/>
      <w:r w:rsidRPr="007E0B20">
        <w:rPr>
          <w:lang w:val="en-US"/>
        </w:rPr>
        <w:t>getopts</w:t>
      </w:r>
      <w:proofErr w:type="spellEnd"/>
      <w:r w:rsidRPr="007E0B20">
        <w:rPr>
          <w:lang w:val="en-US"/>
        </w:rPr>
        <w:t xml:space="preserve"> "</w:t>
      </w:r>
      <w:proofErr w:type="spellStart"/>
      <w:r w:rsidRPr="007E0B20">
        <w:rPr>
          <w:lang w:val="en-US"/>
        </w:rPr>
        <w:t>i:l:o:c:m:p:s:g:t:r:v:f:d:x</w:t>
      </w:r>
      <w:proofErr w:type="spellEnd"/>
      <w:r w:rsidRPr="007E0B20">
        <w:rPr>
          <w:lang w:val="en-US"/>
        </w:rPr>
        <w:t>:" opt</w:t>
      </w:r>
    </w:p>
    <w:p w14:paraId="1FE6F01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</w:t>
      </w:r>
    </w:p>
    <w:p w14:paraId="79946E1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case "$opt" in</w:t>
      </w:r>
    </w:p>
    <w:p w14:paraId="4E4FCE0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) parameter1=$(&lt;"$OPTARG") ;;</w:t>
      </w:r>
    </w:p>
    <w:p w14:paraId="66A0D25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l ) parameter2=$(&lt;"$OPTARG") ;;</w:t>
      </w:r>
    </w:p>
    <w:p w14:paraId="42B32D7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o ) parameter3="$OPTARG" ;;</w:t>
      </w:r>
    </w:p>
    <w:p w14:paraId="6EE4662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c ) parameter4="$OPTARG" ;;</w:t>
      </w:r>
    </w:p>
    <w:p w14:paraId="4B30C9C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m ) parameter5="$OPTARG" ;;</w:t>
      </w:r>
    </w:p>
    <w:p w14:paraId="29B9B3A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p ) parameter6="$OPTARG" ;;</w:t>
      </w:r>
    </w:p>
    <w:p w14:paraId="542EF2A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s ) parameter7="$OPTARG" ;;</w:t>
      </w:r>
    </w:p>
    <w:p w14:paraId="281ECAD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g ) parameter8="$OPTARG" ;;</w:t>
      </w:r>
    </w:p>
    <w:p w14:paraId="4058E82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t ) parameter9="$OPTARG" ;;</w:t>
      </w:r>
    </w:p>
    <w:p w14:paraId="2DCF340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r ) parameter10="$OPTARG" ;;</w:t>
      </w:r>
    </w:p>
    <w:p w14:paraId="010ACC4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v ) parameter11="$OPTARG" ;;</w:t>
      </w:r>
    </w:p>
    <w:p w14:paraId="164C79D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f ) parameter12="$OPTARG" ;;</w:t>
      </w:r>
    </w:p>
    <w:p w14:paraId="0EEA2A9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d ) parameter13="$OPTARG" ;;</w:t>
      </w:r>
    </w:p>
    <w:p w14:paraId="48706B6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 x ) parameter14="$OPTARG" ;;</w:t>
      </w:r>
    </w:p>
    <w:p w14:paraId="1BD6669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? ) </w:t>
      </w:r>
      <w:proofErr w:type="spellStart"/>
      <w:r w:rsidRPr="007E0B20">
        <w:rPr>
          <w:lang w:val="en-US"/>
        </w:rPr>
        <w:t>helpFunction</w:t>
      </w:r>
      <w:proofErr w:type="spellEnd"/>
      <w:r w:rsidRPr="007E0B20">
        <w:rPr>
          <w:lang w:val="en-US"/>
        </w:rPr>
        <w:t xml:space="preserve"> ;; # Print </w:t>
      </w:r>
      <w:proofErr w:type="spellStart"/>
      <w:r w:rsidRPr="007E0B20">
        <w:rPr>
          <w:lang w:val="en-US"/>
        </w:rPr>
        <w:t>helpFunction</w:t>
      </w:r>
      <w:proofErr w:type="spellEnd"/>
      <w:r w:rsidRPr="007E0B20">
        <w:rPr>
          <w:lang w:val="en-US"/>
        </w:rPr>
        <w:t xml:space="preserve"> in case parameter is non-existent</w:t>
      </w:r>
    </w:p>
    <w:p w14:paraId="0B2A884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</w:t>
      </w:r>
      <w:proofErr w:type="spellStart"/>
      <w:r w:rsidRPr="007E0B20">
        <w:rPr>
          <w:lang w:val="en-US"/>
        </w:rPr>
        <w:t>esac</w:t>
      </w:r>
      <w:proofErr w:type="spellEnd"/>
    </w:p>
    <w:p w14:paraId="79B9A71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624CCF49" w14:textId="77777777" w:rsidR="007E0B20" w:rsidRPr="007E0B20" w:rsidRDefault="007E0B20" w:rsidP="007E0B20">
      <w:pPr>
        <w:rPr>
          <w:lang w:val="en-US"/>
        </w:rPr>
      </w:pPr>
    </w:p>
    <w:p w14:paraId="37B915F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default values</w:t>
      </w:r>
    </w:p>
    <w:p w14:paraId="528B59AD" w14:textId="77777777" w:rsidR="007E0B20" w:rsidRPr="007E0B20" w:rsidRDefault="007E0B20" w:rsidP="007E0B20">
      <w:pPr>
        <w:rPr>
          <w:lang w:val="en-US"/>
        </w:rPr>
      </w:pPr>
    </w:p>
    <w:p w14:paraId="46FC123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Inserting default parameters in case none has been specified</w:t>
      </w:r>
    </w:p>
    <w:p w14:paraId="4F54D0E7" w14:textId="77777777" w:rsidR="007E0B20" w:rsidRPr="007E0B20" w:rsidRDefault="007E0B20" w:rsidP="007E0B20">
      <w:pPr>
        <w:rPr>
          <w:lang w:val="en-US"/>
        </w:rPr>
      </w:pPr>
    </w:p>
    <w:p w14:paraId="03DF1BD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#-c configuration file name</w:t>
      </w:r>
    </w:p>
    <w:p w14:paraId="213BCC7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parameter4="${parameter4:-HiCPro_hg19_configuration.txt}"</w:t>
      </w:r>
    </w:p>
    <w:p w14:paraId="0E20B8E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#-p 100</w:t>
      </w:r>
    </w:p>
    <w:p w14:paraId="1861E8B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parameter6="${parameter6:-110}"</w:t>
      </w:r>
    </w:p>
    <w:p w14:paraId="7F2A28F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#-s if READS or SPIKE is not is set</w:t>
      </w:r>
    </w:p>
    <w:p w14:paraId="0F72A68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parameter7="${parameter7:-NADA}"</w:t>
      </w:r>
    </w:p>
    <w:p w14:paraId="3C6B939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#-g genome name hg19</w:t>
      </w:r>
    </w:p>
    <w:p w14:paraId="0609B5B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parameter8="${parameter8:-hg19}"</w:t>
      </w:r>
    </w:p>
    <w:p w14:paraId="3D8CE74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#-t </w:t>
      </w:r>
      <w:proofErr w:type="spellStart"/>
      <w:r w:rsidRPr="007E0B20">
        <w:rPr>
          <w:lang w:val="en-US"/>
        </w:rPr>
        <w:t>chrom</w:t>
      </w:r>
      <w:proofErr w:type="spellEnd"/>
      <w:r w:rsidRPr="007E0B20">
        <w:rPr>
          <w:lang w:val="en-US"/>
        </w:rPr>
        <w:t xml:space="preserve"> sizes (it uses relative pathway)</w:t>
      </w:r>
    </w:p>
    <w:p w14:paraId="61905DD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parameter9="${parameter9:-chrom_hg19.sizes}"</w:t>
      </w:r>
    </w:p>
    <w:p w14:paraId="7A6BCD0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#-r </w:t>
      </w:r>
      <w:proofErr w:type="spellStart"/>
      <w:r w:rsidRPr="007E0B20">
        <w:rPr>
          <w:lang w:val="en-US"/>
        </w:rPr>
        <w:t>resfrag</w:t>
      </w:r>
      <w:proofErr w:type="spellEnd"/>
      <w:r w:rsidRPr="007E0B20">
        <w:rPr>
          <w:lang w:val="en-US"/>
        </w:rPr>
        <w:t xml:space="preserve"> full path</w:t>
      </w:r>
    </w:p>
    <w:p w14:paraId="14A6596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parameter10="${parameter10:-/foo/foo/Genomes_ref/bowtie2/Hsapiens/digested_ref/DpnII_resfrag_hg19.bed}"</w:t>
      </w:r>
    </w:p>
    <w:p w14:paraId="4CC134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#-d rm "duplicates" (1 Yes for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 - 0 NO for </w:t>
      </w:r>
      <w:proofErr w:type="spellStart"/>
      <w:r w:rsidRPr="007E0B20">
        <w:rPr>
          <w:lang w:val="en-US"/>
        </w:rPr>
        <w:t>HiChIP</w:t>
      </w:r>
      <w:proofErr w:type="spellEnd"/>
      <w:r w:rsidRPr="007E0B20">
        <w:rPr>
          <w:lang w:val="en-US"/>
        </w:rPr>
        <w:t>)</w:t>
      </w:r>
    </w:p>
    <w:p w14:paraId="2B1017F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parameter13="${parameter13:-1}"</w:t>
      </w:r>
    </w:p>
    <w:p w14:paraId="23741D2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#-x rm multi mapped reads</w:t>
      </w:r>
    </w:p>
    <w:p w14:paraId="388EFA0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parameter14="${parameter14:-1}"</w:t>
      </w:r>
    </w:p>
    <w:p w14:paraId="601B5D8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#Setting number type to avoid issues</w:t>
      </w:r>
    </w:p>
    <w:p w14:paraId="14DFBC3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export LC_NUMERIC="en_US.UTF-8"</w:t>
      </w:r>
    </w:p>
    <w:p w14:paraId="664552D7" w14:textId="77777777" w:rsidR="007E0B20" w:rsidRPr="007E0B20" w:rsidRDefault="007E0B20" w:rsidP="007E0B20">
      <w:pPr>
        <w:rPr>
          <w:lang w:val="en-US"/>
        </w:rPr>
      </w:pPr>
    </w:p>
    <w:p w14:paraId="0C87E46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 Print </w:t>
      </w:r>
      <w:proofErr w:type="spellStart"/>
      <w:r w:rsidRPr="007E0B20">
        <w:rPr>
          <w:lang w:val="en-US"/>
        </w:rPr>
        <w:t>helpFunction</w:t>
      </w:r>
      <w:proofErr w:type="spellEnd"/>
      <w:r w:rsidRPr="007E0B20">
        <w:rPr>
          <w:lang w:val="en-US"/>
        </w:rPr>
        <w:t xml:space="preserve"> in case parameters are empty</w:t>
      </w:r>
    </w:p>
    <w:p w14:paraId="545275F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if [ -z "$parameter1" ] || [ -z "$parameter2" ] || [ -z "$parameter3" ] ||  [ -z "$parameter4" ] ||  [ -z "$parameter6" ] ||  [ -z "$parameter8" ] ||  [ -z "$parameter9" ] ||  [ -z "$parameter10" ] || [ -z "$parameter13" ] || [ -z "$parameter14" ]</w:t>
      </w:r>
    </w:p>
    <w:p w14:paraId="7A84A58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then</w:t>
      </w:r>
    </w:p>
    <w:p w14:paraId="4DCEFE3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echo "Some or all of the parameters are empty";</w:t>
      </w:r>
    </w:p>
    <w:p w14:paraId="18FC4E0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</w:t>
      </w:r>
      <w:proofErr w:type="spellStart"/>
      <w:r w:rsidRPr="007E0B20">
        <w:rPr>
          <w:lang w:val="en-US"/>
        </w:rPr>
        <w:t>helpFunction</w:t>
      </w:r>
      <w:proofErr w:type="spellEnd"/>
    </w:p>
    <w:p w14:paraId="224AB45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</w:t>
      </w:r>
    </w:p>
    <w:p w14:paraId="26F55E39" w14:textId="77777777" w:rsidR="007E0B20" w:rsidRPr="007E0B20" w:rsidRDefault="007E0B20" w:rsidP="007E0B20">
      <w:pPr>
        <w:rPr>
          <w:lang w:val="en-US"/>
        </w:rPr>
      </w:pPr>
    </w:p>
    <w:p w14:paraId="2E2C8AC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 changing name of parameter7 to hic-pro configuration file or </w:t>
      </w:r>
      <w:proofErr w:type="spellStart"/>
      <w:r w:rsidRPr="007E0B20">
        <w:rPr>
          <w:lang w:val="en-US"/>
        </w:rPr>
        <w:t>denyin</w:t>
      </w:r>
      <w:proofErr w:type="spellEnd"/>
    </w:p>
    <w:p w14:paraId="7DD48E2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if [ "$parameter7" = "SPIKE" ]; then</w:t>
      </w:r>
    </w:p>
    <w:p w14:paraId="5E5DEE7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parameter7=HiCPro_mm10_configuration.txt</w:t>
      </w:r>
    </w:p>
    <w:p w14:paraId="549240F1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elif</w:t>
      </w:r>
      <w:proofErr w:type="spellEnd"/>
      <w:r w:rsidRPr="007E0B20">
        <w:rPr>
          <w:lang w:val="en-US"/>
        </w:rPr>
        <w:t xml:space="preserve"> [ "$parameter7" = "READS" ] || [ "$parameter7" = "NADA" ] ; then</w:t>
      </w:r>
    </w:p>
    <w:p w14:paraId="09D2451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</w:t>
      </w:r>
    </w:p>
    <w:p w14:paraId="62B1D15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else</w:t>
      </w:r>
    </w:p>
    <w:p w14:paraId="5AB8906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"ERROR: cannot ID -s parameter"</w:t>
      </w:r>
    </w:p>
    <w:p w14:paraId="7587C5A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</w:t>
      </w:r>
    </w:p>
    <w:p w14:paraId="74B6B7DD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helpFunction</w:t>
      </w:r>
      <w:proofErr w:type="spellEnd"/>
    </w:p>
    <w:p w14:paraId="20B8807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exit</w:t>
      </w:r>
    </w:p>
    <w:p w14:paraId="61250D5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</w:t>
      </w:r>
    </w:p>
    <w:p w14:paraId="657E1168" w14:textId="77777777" w:rsidR="007E0B20" w:rsidRPr="007E0B20" w:rsidRDefault="007E0B20" w:rsidP="007E0B20">
      <w:pPr>
        <w:rPr>
          <w:lang w:val="en-US"/>
        </w:rPr>
      </w:pPr>
    </w:p>
    <w:p w14:paraId="306EA93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#OBSERVATIONS</w:t>
      </w:r>
    </w:p>
    <w:p w14:paraId="205E3B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#other variable - less used ones</w:t>
      </w:r>
    </w:p>
    <w:p w14:paraId="5A25665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#split_reads.py and 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 xml:space="preserve"> should have path updated:</w:t>
      </w:r>
    </w:p>
    <w:p w14:paraId="67D424C5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=/home/foo/Tools/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-Pro/bin/utils</w:t>
      </w:r>
    </w:p>
    <w:p w14:paraId="50937B7F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juicer_folder</w:t>
      </w:r>
      <w:proofErr w:type="spellEnd"/>
      <w:r w:rsidRPr="007E0B20">
        <w:rPr>
          <w:lang w:val="en-US"/>
        </w:rPr>
        <w:t>=/home/foo/Tools/Juicer</w:t>
      </w:r>
    </w:p>
    <w:p w14:paraId="44F5A07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#Number of chunks reads</w:t>
      </w:r>
    </w:p>
    <w:p w14:paraId="1E1A9DB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chunks=10000000</w:t>
      </w:r>
    </w:p>
    <w:p w14:paraId="7E21928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#HiC-Pro parameter8 configuration file variables</w:t>
      </w:r>
    </w:p>
    <w:p w14:paraId="68FF3A74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csize</w:t>
      </w:r>
      <w:proofErr w:type="spellEnd"/>
      <w:r w:rsidRPr="007E0B20">
        <w:rPr>
          <w:lang w:val="en-US"/>
        </w:rPr>
        <w:t>=$(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"$parameter9")</w:t>
      </w:r>
    </w:p>
    <w:p w14:paraId="2272664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indexbtw2=/foo/foo/</w:t>
      </w:r>
      <w:proofErr w:type="spellStart"/>
      <w:r w:rsidRPr="007E0B20">
        <w:rPr>
          <w:lang w:val="en-US"/>
        </w:rPr>
        <w:t>Genomes_ref</w:t>
      </w:r>
      <w:proofErr w:type="spellEnd"/>
      <w:r w:rsidRPr="007E0B20">
        <w:rPr>
          <w:lang w:val="en-US"/>
        </w:rPr>
        <w:t>/bowtie2/</w:t>
      </w:r>
      <w:proofErr w:type="spellStart"/>
      <w:r w:rsidRPr="007E0B20">
        <w:rPr>
          <w:lang w:val="en-US"/>
        </w:rPr>
        <w:t>Hsapiens</w:t>
      </w:r>
      <w:proofErr w:type="spellEnd"/>
      <w:r w:rsidRPr="007E0B20">
        <w:rPr>
          <w:lang w:val="en-US"/>
        </w:rPr>
        <w:t>/</w:t>
      </w:r>
    </w:p>
    <w:p w14:paraId="19C9BDF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#Bridge set to 'GATCAGATTTGGGGATC' | 'GATCCCCAAATCTGATC'</w:t>
      </w:r>
    </w:p>
    <w:p w14:paraId="6B891A8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#HiC-Pro mm10 configuration file variables</w:t>
      </w:r>
    </w:p>
    <w:p w14:paraId="05CB5B34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mref</w:t>
      </w:r>
      <w:proofErr w:type="spellEnd"/>
      <w:r w:rsidRPr="007E0B20">
        <w:rPr>
          <w:lang w:val="en-US"/>
        </w:rPr>
        <w:t>=mm10</w:t>
      </w:r>
    </w:p>
    <w:p w14:paraId="6576892B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msize</w:t>
      </w:r>
      <w:proofErr w:type="spellEnd"/>
      <w:r w:rsidRPr="007E0B20">
        <w:rPr>
          <w:lang w:val="en-US"/>
        </w:rPr>
        <w:t>=mm10.chrom.sizes</w:t>
      </w:r>
    </w:p>
    <w:p w14:paraId="0F79281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mresfrag=/foo/foo/Genomes_ref/bowtie2/Murine/reference_mm10/DpnII_resfrag_mm10.bed</w:t>
      </w:r>
    </w:p>
    <w:p w14:paraId="3602C7C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mindexbtw2=/foo/foo/</w:t>
      </w:r>
      <w:proofErr w:type="spellStart"/>
      <w:r w:rsidRPr="007E0B20">
        <w:rPr>
          <w:lang w:val="en-US"/>
        </w:rPr>
        <w:t>Genomes_ref</w:t>
      </w:r>
      <w:proofErr w:type="spellEnd"/>
      <w:r w:rsidRPr="007E0B20">
        <w:rPr>
          <w:lang w:val="en-US"/>
        </w:rPr>
        <w:t>/bowtie2/Murine/reference_mm10</w:t>
      </w:r>
    </w:p>
    <w:p w14:paraId="23B7E315" w14:textId="77777777" w:rsidR="007E0B20" w:rsidRPr="007E0B20" w:rsidRDefault="007E0B20" w:rsidP="007E0B20">
      <w:pPr>
        <w:rPr>
          <w:lang w:val="en-US"/>
        </w:rPr>
      </w:pPr>
    </w:p>
    <w:p w14:paraId="608F6DC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STARTING</w:t>
      </w:r>
    </w:p>
    <w:p w14:paraId="79733A4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today=$(date +"%</w:t>
      </w:r>
      <w:proofErr w:type="spellStart"/>
      <w:r w:rsidRPr="007E0B20">
        <w:rPr>
          <w:lang w:val="en-US"/>
        </w:rPr>
        <w:t>d%m%Y</w:t>
      </w:r>
      <w:proofErr w:type="spellEnd"/>
      <w:r w:rsidRPr="007E0B20">
        <w:rPr>
          <w:lang w:val="en-US"/>
        </w:rPr>
        <w:t>")</w:t>
      </w:r>
    </w:p>
    <w:p w14:paraId="548F2DC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"$(date) STARTING"</w:t>
      </w:r>
    </w:p>
    <w:p w14:paraId="13DBF480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mkdir</w:t>
      </w:r>
      <w:proofErr w:type="spellEnd"/>
      <w:r w:rsidRPr="007E0B20">
        <w:rPr>
          <w:lang w:val="en-US"/>
        </w:rPr>
        <w:t xml:space="preserve"> -p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</w:t>
      </w:r>
      <w:proofErr w:type="spellStart"/>
      <w:r w:rsidRPr="007E0B20">
        <w:rPr>
          <w:lang w:val="en-US"/>
        </w:rPr>
        <w:t>fastqc</w:t>
      </w:r>
      <w:proofErr w:type="spellEnd"/>
      <w:r w:rsidRPr="007E0B20">
        <w:rPr>
          <w:lang w:val="en-US"/>
        </w:rPr>
        <w:t>/</w:t>
      </w:r>
    </w:p>
    <w:p w14:paraId="783F97BB" w14:textId="77777777" w:rsidR="007E0B20" w:rsidRPr="007E0B20" w:rsidRDefault="007E0B20" w:rsidP="007E0B20">
      <w:pPr>
        <w:rPr>
          <w:lang w:val="en-US"/>
        </w:rPr>
      </w:pPr>
    </w:p>
    <w:p w14:paraId="3AACDAD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"---EXPERIMENTAL OBSERVATION---"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454585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2CD496A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printf</w:t>
      </w:r>
      <w:proofErr w:type="spellEnd"/>
      <w:r w:rsidRPr="007E0B20">
        <w:rPr>
          <w:lang w:val="en-US"/>
        </w:rPr>
        <w:t xml:space="preserve"> "$parameter2"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886122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A72D67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29B10A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1DA22E5" w14:textId="77777777" w:rsidR="007E0B20" w:rsidRPr="007E0B20" w:rsidRDefault="007E0B20" w:rsidP="007E0B20">
      <w:pPr>
        <w:rPr>
          <w:lang w:val="en-US"/>
        </w:rPr>
      </w:pPr>
    </w:p>
    <w:p w14:paraId="4879715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"---Folders---"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5FD579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3161EEA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printf</w:t>
      </w:r>
      <w:proofErr w:type="spellEnd"/>
      <w:r w:rsidRPr="007E0B20">
        <w:rPr>
          <w:lang w:val="en-US"/>
        </w:rPr>
        <w:t xml:space="preserve"> "%s" $parameter1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2ACAF6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D2E02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EF410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69E1D69" w14:textId="77777777" w:rsidR="007E0B20" w:rsidRPr="007E0B20" w:rsidRDefault="007E0B20" w:rsidP="007E0B20">
      <w:pPr>
        <w:rPr>
          <w:lang w:val="en-US"/>
        </w:rPr>
      </w:pPr>
    </w:p>
    <w:p w14:paraId="7ADAE84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"---Options used---"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B0E19A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6F9F88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-e " o  $parameter3 \n c $parameter4 \n m $parameter5 \n p $parameter6 \n s $parameter7 \n g $parameter8 \n t $parameter9 \n r $parameter10 \n v $parameter11 \n f $parameter12 \n d $parameter13"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EC1028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D89DB1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CA5EA9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425DE1A" w14:textId="77777777" w:rsidR="007E0B20" w:rsidRPr="007E0B20" w:rsidRDefault="007E0B20" w:rsidP="007E0B20">
      <w:pPr>
        <w:rPr>
          <w:lang w:val="en-US"/>
        </w:rPr>
      </w:pPr>
    </w:p>
    <w:p w14:paraId="5BC6623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"$parameter8" configuration---"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4B2987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29102A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########## DO NOT CHANGE BELOW: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configuration file for "$parameter8"</w:t>
      </w:r>
    </w:p>
    <w:p w14:paraId="002065B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"# Please change the variable settings below if necessary</w:t>
      </w:r>
    </w:p>
    <w:p w14:paraId="75EAE02A" w14:textId="77777777" w:rsidR="007E0B20" w:rsidRPr="007E0B20" w:rsidRDefault="007E0B20" w:rsidP="007E0B20">
      <w:pPr>
        <w:rPr>
          <w:lang w:val="en-US"/>
        </w:rPr>
      </w:pPr>
    </w:p>
    <w:p w14:paraId="4EA69E6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6918845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Paths and Settings  - Do not edit !</w:t>
      </w:r>
    </w:p>
    <w:p w14:paraId="6C9A58D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784F42BD" w14:textId="77777777" w:rsidR="007E0B20" w:rsidRPr="007E0B20" w:rsidRDefault="007E0B20" w:rsidP="007E0B20">
      <w:pPr>
        <w:rPr>
          <w:lang w:val="en-US"/>
        </w:rPr>
      </w:pPr>
    </w:p>
    <w:p w14:paraId="13C038A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TMP_DIR = </w:t>
      </w:r>
      <w:proofErr w:type="spellStart"/>
      <w:r w:rsidRPr="007E0B20">
        <w:rPr>
          <w:lang w:val="en-US"/>
        </w:rPr>
        <w:t>tmp</w:t>
      </w:r>
      <w:proofErr w:type="spellEnd"/>
    </w:p>
    <w:p w14:paraId="50496EF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LOGS_DIR = logs</w:t>
      </w:r>
    </w:p>
    <w:p w14:paraId="2C3240C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BOWTIE2_OUTPUT_DIR = </w:t>
      </w:r>
      <w:proofErr w:type="spellStart"/>
      <w:r w:rsidRPr="007E0B20">
        <w:rPr>
          <w:lang w:val="en-US"/>
        </w:rPr>
        <w:t>bowtie_results</w:t>
      </w:r>
      <w:proofErr w:type="spellEnd"/>
    </w:p>
    <w:p w14:paraId="1EEC371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MAPC_OUTPUT = </w:t>
      </w:r>
      <w:proofErr w:type="spellStart"/>
      <w:r w:rsidRPr="007E0B20">
        <w:rPr>
          <w:lang w:val="en-US"/>
        </w:rPr>
        <w:t>hic_results</w:t>
      </w:r>
      <w:proofErr w:type="spellEnd"/>
    </w:p>
    <w:p w14:paraId="670924B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RAW_DIR = </w:t>
      </w:r>
      <w:proofErr w:type="spellStart"/>
      <w:r w:rsidRPr="007E0B20">
        <w:rPr>
          <w:lang w:val="en-US"/>
        </w:rPr>
        <w:t>rawdata</w:t>
      </w:r>
      <w:proofErr w:type="spellEnd"/>
    </w:p>
    <w:p w14:paraId="64D1B03B" w14:textId="77777777" w:rsidR="007E0B20" w:rsidRPr="007E0B20" w:rsidRDefault="007E0B20" w:rsidP="007E0B20">
      <w:pPr>
        <w:rPr>
          <w:lang w:val="en-US"/>
        </w:rPr>
      </w:pPr>
    </w:p>
    <w:p w14:paraId="5B62B30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747B0D7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SYSTEM - PBS - Start Editing Here !!</w:t>
      </w:r>
    </w:p>
    <w:p w14:paraId="2FBFE2E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#######################################################################</w:t>
      </w:r>
    </w:p>
    <w:p w14:paraId="6F7152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N_CPU = "$parameter6"</w:t>
      </w:r>
    </w:p>
    <w:p w14:paraId="6964854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LOGFILE = hicpro.log</w:t>
      </w:r>
    </w:p>
    <w:p w14:paraId="505A9BA3" w14:textId="77777777" w:rsidR="007E0B20" w:rsidRPr="007E0B20" w:rsidRDefault="007E0B20" w:rsidP="007E0B20">
      <w:pPr>
        <w:rPr>
          <w:lang w:val="en-US"/>
        </w:rPr>
      </w:pPr>
    </w:p>
    <w:p w14:paraId="3F118CB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JOB_NAME = </w:t>
      </w:r>
      <w:proofErr w:type="spellStart"/>
      <w:r w:rsidRPr="007E0B20">
        <w:rPr>
          <w:lang w:val="en-US"/>
        </w:rPr>
        <w:t>HiC_HiCPro_PE_full_analysis</w:t>
      </w:r>
      <w:proofErr w:type="spellEnd"/>
    </w:p>
    <w:p w14:paraId="1F4F18E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JOB_MEM = 500gb</w:t>
      </w:r>
    </w:p>
    <w:p w14:paraId="387BFF8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JOB_WALLTIME =</w:t>
      </w:r>
    </w:p>
    <w:p w14:paraId="0806F08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JOB_QUEUE =</w:t>
      </w:r>
    </w:p>
    <w:p w14:paraId="0D46490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JOB_MAIL =</w:t>
      </w:r>
    </w:p>
    <w:p w14:paraId="5C6B7CA9" w14:textId="77777777" w:rsidR="007E0B20" w:rsidRPr="007E0B20" w:rsidRDefault="007E0B20" w:rsidP="007E0B20">
      <w:pPr>
        <w:rPr>
          <w:lang w:val="en-US"/>
        </w:rPr>
      </w:pPr>
    </w:p>
    <w:p w14:paraId="229A3C4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12085F2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Data</w:t>
      </w:r>
    </w:p>
    <w:p w14:paraId="6637BE8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03941217" w14:textId="77777777" w:rsidR="007E0B20" w:rsidRPr="007E0B20" w:rsidRDefault="007E0B20" w:rsidP="007E0B20">
      <w:pPr>
        <w:rPr>
          <w:lang w:val="en-US"/>
        </w:rPr>
      </w:pPr>
    </w:p>
    <w:p w14:paraId="6286AAC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PAIR1_EXT = _R1</w:t>
      </w:r>
    </w:p>
    <w:p w14:paraId="6353B8B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PAIR2_EXT = _R2</w:t>
      </w:r>
    </w:p>
    <w:p w14:paraId="1DE22571" w14:textId="77777777" w:rsidR="007E0B20" w:rsidRPr="007E0B20" w:rsidRDefault="007E0B20" w:rsidP="007E0B20">
      <w:pPr>
        <w:rPr>
          <w:lang w:val="en-US"/>
        </w:rPr>
      </w:pPr>
    </w:p>
    <w:p w14:paraId="07C3152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621030D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Alignment options</w:t>
      </w:r>
    </w:p>
    <w:p w14:paraId="222FA67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1911F9B3" w14:textId="77777777" w:rsidR="007E0B20" w:rsidRPr="007E0B20" w:rsidRDefault="007E0B20" w:rsidP="007E0B20">
      <w:pPr>
        <w:rPr>
          <w:lang w:val="en-US"/>
        </w:rPr>
      </w:pPr>
    </w:p>
    <w:p w14:paraId="61A5130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FORMAT = phred33</w:t>
      </w:r>
    </w:p>
    <w:p w14:paraId="14D7ECE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MIN_MAPQ = 0</w:t>
      </w:r>
    </w:p>
    <w:p w14:paraId="3AA923D4" w14:textId="77777777" w:rsidR="007E0B20" w:rsidRPr="007E0B20" w:rsidRDefault="007E0B20" w:rsidP="007E0B20">
      <w:pPr>
        <w:rPr>
          <w:lang w:val="en-US"/>
        </w:rPr>
      </w:pPr>
    </w:p>
    <w:p w14:paraId="05D04CC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BOWTIE2_IDX_PATH = "$indexbtw2"</w:t>
      </w:r>
    </w:p>
    <w:p w14:paraId="231EB3E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BOWTIE2_GLOBAL_OPTIONS = --very-sensitive -L 25 --score-min L,-0.6,-0.2 --end-to-end --reorder -N 1</w:t>
      </w:r>
    </w:p>
    <w:p w14:paraId="6BE7980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BOWTIE2_LOCAL_OPTIONS =  --very-sensitive -L 15 --score-min L,-0.6,-0.2 --end-to-end --reorder -N 1</w:t>
      </w:r>
    </w:p>
    <w:p w14:paraId="2EC11858" w14:textId="77777777" w:rsidR="007E0B20" w:rsidRPr="007E0B20" w:rsidRDefault="007E0B20" w:rsidP="007E0B20">
      <w:pPr>
        <w:rPr>
          <w:lang w:val="en-US"/>
        </w:rPr>
      </w:pPr>
    </w:p>
    <w:p w14:paraId="40CFB7E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7BCF84F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Annotation files</w:t>
      </w:r>
    </w:p>
    <w:p w14:paraId="632BF1D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27E961F4" w14:textId="77777777" w:rsidR="007E0B20" w:rsidRPr="007E0B20" w:rsidRDefault="007E0B20" w:rsidP="007E0B20">
      <w:pPr>
        <w:rPr>
          <w:lang w:val="en-US"/>
        </w:rPr>
      </w:pPr>
    </w:p>
    <w:p w14:paraId="3F5FA4D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REFERENCE_GENOME = "$parameter8"</w:t>
      </w:r>
    </w:p>
    <w:p w14:paraId="53444FE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GENOME_SIZE = "$</w:t>
      </w:r>
      <w:proofErr w:type="spellStart"/>
      <w:r w:rsidRPr="007E0B20">
        <w:rPr>
          <w:lang w:val="en-US"/>
        </w:rPr>
        <w:t>csize</w:t>
      </w:r>
      <w:proofErr w:type="spellEnd"/>
      <w:r w:rsidRPr="007E0B20">
        <w:rPr>
          <w:lang w:val="en-US"/>
        </w:rPr>
        <w:t>"</w:t>
      </w:r>
    </w:p>
    <w:p w14:paraId="7EB9614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#GENOME_SIZE = chrom_hg19.sizes</w:t>
      </w:r>
    </w:p>
    <w:p w14:paraId="28D5A1E8" w14:textId="77777777" w:rsidR="007E0B20" w:rsidRPr="007E0B20" w:rsidRDefault="007E0B20" w:rsidP="007E0B20">
      <w:pPr>
        <w:rPr>
          <w:lang w:val="en-US"/>
        </w:rPr>
      </w:pPr>
    </w:p>
    <w:p w14:paraId="26B1154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728A10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Allele specific</w:t>
      </w:r>
    </w:p>
    <w:p w14:paraId="359577B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#######################################################################</w:t>
      </w:r>
    </w:p>
    <w:p w14:paraId="421F8B77" w14:textId="77777777" w:rsidR="007E0B20" w:rsidRPr="007E0B20" w:rsidRDefault="007E0B20" w:rsidP="007E0B20">
      <w:pPr>
        <w:rPr>
          <w:lang w:val="en-US"/>
        </w:rPr>
      </w:pPr>
    </w:p>
    <w:p w14:paraId="4F362D1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ALLELE_SPECIFIC_SNP = " 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/"$parameter4"</w:t>
      </w:r>
    </w:p>
    <w:p w14:paraId="6C6CDBE4" w14:textId="77777777" w:rsidR="007E0B20" w:rsidRDefault="007E0B20" w:rsidP="007E0B20">
      <w:r>
        <w:t>echo "</w:t>
      </w:r>
    </w:p>
    <w:p w14:paraId="273CA26E" w14:textId="77777777" w:rsidR="007E0B20" w:rsidRDefault="007E0B20" w:rsidP="007E0B20">
      <w:r>
        <w:t>#######################################################################</w:t>
      </w:r>
    </w:p>
    <w:p w14:paraId="5C301F50" w14:textId="77777777" w:rsidR="007E0B20" w:rsidRDefault="007E0B20" w:rsidP="007E0B20">
      <w:r>
        <w:t>## Digestion Hi-C</w:t>
      </w:r>
    </w:p>
    <w:p w14:paraId="3D2E3999" w14:textId="77777777" w:rsidR="007E0B20" w:rsidRDefault="007E0B20" w:rsidP="007E0B20">
      <w:r>
        <w:t>#######################################################################</w:t>
      </w:r>
    </w:p>
    <w:p w14:paraId="31646DE3" w14:textId="77777777" w:rsidR="007E0B20" w:rsidRDefault="007E0B20" w:rsidP="007E0B20"/>
    <w:p w14:paraId="74D865FE" w14:textId="77777777" w:rsidR="007E0B20" w:rsidRDefault="007E0B20" w:rsidP="007E0B20">
      <w:r>
        <w:t>#GENOME_FRAGMENT = HindIII_resfrag_hg19.bed</w:t>
      </w:r>
    </w:p>
    <w:p w14:paraId="2CCDBAE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#LIGATION_SITE = AAGCTAGCTT</w:t>
      </w:r>
    </w:p>
    <w:p w14:paraId="6B87427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GENOME_FRAGMENT = "$parameter10"</w:t>
      </w:r>
    </w:p>
    <w:p w14:paraId="3F0D012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LIGATION_SITE = GATCAGATTTGGGGATC,GATCAGATTTGGGGATCGATCAGATTTGGGGATC,GATCAGATTTGGGGATCGATCAGATTTGGGGATCGATCAGATTTGGGGATC,GATCCCCAAATCTGATC,GATCCCCAAATCTGATCGATCCCCAAATCTGATC,GATCCCCAAATCTGATCGATCCCCAAATCTGATCGATCCCCAAATCTGATC,GATCAGATTTGGGGATCGATCCCCAAATCTGATC,GATCCCCAAATCTGATCGATCAGATTTGGGGATC,GATCAGATTTGGGGATCGATCCCCAAATCTGATCGATCAGATTTGGGGATC,GATCAGATTTGGGGATCGATCCCCAAATCTGATCGATCCCCAAATCTGATC,GATCCCCAAATCTGATCGATCAGATTTGGGGATCGATCCCCAAATCTGATC,GATCCCCAAATCTGATCGATCAGATTTGGGGATCGATCAGATTTGGGGATC</w:t>
      </w:r>
    </w:p>
    <w:p w14:paraId="70F22B07" w14:textId="77777777" w:rsidR="007E0B20" w:rsidRDefault="007E0B20" w:rsidP="007E0B20">
      <w:r>
        <w:t>MIN_FRAG_SIZE =</w:t>
      </w:r>
    </w:p>
    <w:p w14:paraId="1569A109" w14:textId="77777777" w:rsidR="007E0B20" w:rsidRDefault="007E0B20" w:rsidP="007E0B20">
      <w:r>
        <w:t>MAX_FRAG_SIZE =</w:t>
      </w:r>
    </w:p>
    <w:p w14:paraId="1053828E" w14:textId="77777777" w:rsidR="007E0B20" w:rsidRDefault="007E0B20" w:rsidP="007E0B20">
      <w:r>
        <w:t>MIN_INSERT_SIZE =</w:t>
      </w:r>
    </w:p>
    <w:p w14:paraId="6EC44279" w14:textId="77777777" w:rsidR="007E0B20" w:rsidRDefault="007E0B20" w:rsidP="007E0B20">
      <w:r>
        <w:t>MAX_INSERT_SIZE =</w:t>
      </w:r>
    </w:p>
    <w:p w14:paraId="7A370155" w14:textId="77777777" w:rsidR="007E0B20" w:rsidRDefault="007E0B20" w:rsidP="007E0B20"/>
    <w:p w14:paraId="2B3B10F1" w14:textId="77777777" w:rsidR="007E0B20" w:rsidRDefault="007E0B20" w:rsidP="007E0B20">
      <w:r>
        <w:t>#MIN_FRAG_SIZE = 100</w:t>
      </w:r>
    </w:p>
    <w:p w14:paraId="1405B928" w14:textId="77777777" w:rsidR="007E0B20" w:rsidRDefault="007E0B20" w:rsidP="007E0B20">
      <w:r>
        <w:t>#MAX_FRAG_SIZE = 100000</w:t>
      </w:r>
    </w:p>
    <w:p w14:paraId="3A9CF193" w14:textId="77777777" w:rsidR="007E0B20" w:rsidRDefault="007E0B20" w:rsidP="007E0B20">
      <w:r>
        <w:t>#MIN_INSERT_SIZE = 100</w:t>
      </w:r>
    </w:p>
    <w:p w14:paraId="31EC572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#MAX_INSERT_SIZE = 600</w:t>
      </w:r>
    </w:p>
    <w:p w14:paraId="52D8BA07" w14:textId="77777777" w:rsidR="007E0B20" w:rsidRPr="007E0B20" w:rsidRDefault="007E0B20" w:rsidP="007E0B20">
      <w:pPr>
        <w:rPr>
          <w:lang w:val="en-US"/>
        </w:rPr>
      </w:pPr>
    </w:p>
    <w:p w14:paraId="5F657B3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5335545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Hi-C processing</w:t>
      </w:r>
    </w:p>
    <w:p w14:paraId="3FF223A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474F0D38" w14:textId="77777777" w:rsidR="007E0B20" w:rsidRPr="007E0B20" w:rsidRDefault="007E0B20" w:rsidP="007E0B20">
      <w:pPr>
        <w:rPr>
          <w:lang w:val="en-US"/>
        </w:rPr>
      </w:pPr>
    </w:p>
    <w:p w14:paraId="3EBAFCB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MIN_CIS_DIST =</w:t>
      </w:r>
    </w:p>
    <w:p w14:paraId="267E4E2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GET_ALL_INTERACTION_CLASSES = 1</w:t>
      </w:r>
    </w:p>
    <w:p w14:paraId="5689EFA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GET_PROCESS_SAM = 1</w:t>
      </w:r>
    </w:p>
    <w:p w14:paraId="04BCF68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RM_SINGLETON = 1</w:t>
      </w:r>
    </w:p>
    <w:p w14:paraId="604A465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RM_MULTI = "$parameter14"</w:t>
      </w:r>
    </w:p>
    <w:p w14:paraId="1C7AA69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RM_DUP = "$parameter13"</w:t>
      </w:r>
    </w:p>
    <w:p w14:paraId="2855E744" w14:textId="77777777" w:rsidR="007E0B20" w:rsidRPr="007E0B20" w:rsidRDefault="007E0B20" w:rsidP="007E0B20">
      <w:pPr>
        <w:rPr>
          <w:lang w:val="en-US"/>
        </w:rPr>
      </w:pPr>
    </w:p>
    <w:p w14:paraId="0295F19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4D614E0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## Contact Maps</w:t>
      </w:r>
    </w:p>
    <w:p w14:paraId="28FB09C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41B41B92" w14:textId="77777777" w:rsidR="007E0B20" w:rsidRPr="007E0B20" w:rsidRDefault="007E0B20" w:rsidP="007E0B20">
      <w:pPr>
        <w:rPr>
          <w:lang w:val="en-US"/>
        </w:rPr>
      </w:pPr>
    </w:p>
    <w:p w14:paraId="359293E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BIN_SIZE = "$parameter11"</w:t>
      </w:r>
    </w:p>
    <w:p w14:paraId="53417D1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MATRIX_FORMAT = upper</w:t>
      </w:r>
    </w:p>
    <w:p w14:paraId="126858E3" w14:textId="77777777" w:rsidR="007E0B20" w:rsidRPr="007E0B20" w:rsidRDefault="007E0B20" w:rsidP="007E0B20">
      <w:pPr>
        <w:rPr>
          <w:lang w:val="en-US"/>
        </w:rPr>
      </w:pPr>
    </w:p>
    <w:p w14:paraId="4826B02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0F4121D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ICE Normalization</w:t>
      </w:r>
    </w:p>
    <w:p w14:paraId="50BBDBC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51EAE3E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MAX_ITER = 100</w:t>
      </w:r>
    </w:p>
    <w:p w14:paraId="3B366F8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FILTER_LOW_COUNT_PERC = 0.02</w:t>
      </w:r>
    </w:p>
    <w:p w14:paraId="32629BD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FILTER_HIGH_COUNT_PERC = 0</w:t>
      </w:r>
    </w:p>
    <w:p w14:paraId="0C01473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EPS = 0.1</w:t>
      </w:r>
    </w:p>
    <w:p w14:paraId="281701F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/"$parameter4"</w:t>
      </w:r>
    </w:p>
    <w:p w14:paraId="15B2746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 DO NOT CHANGE ABOVE ######</w:t>
      </w:r>
    </w:p>
    <w:p w14:paraId="7A27BAC6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printf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/"$parameter4"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13542B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34CC82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3A6AAE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BF71EA1" w14:textId="77777777" w:rsidR="007E0B20" w:rsidRPr="007E0B20" w:rsidRDefault="007E0B20" w:rsidP="007E0B20">
      <w:pPr>
        <w:rPr>
          <w:lang w:val="en-US"/>
        </w:rPr>
      </w:pPr>
    </w:p>
    <w:p w14:paraId="025F07F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if [ "$parameter7" = "NADA" ]; then</w:t>
      </w:r>
    </w:p>
    <w:p w14:paraId="12C163C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-Pro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01D82F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7370F8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 NO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65AC1C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2C890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364706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F391AE5" w14:textId="77777777" w:rsidR="007E0B20" w:rsidRPr="007E0B20" w:rsidRDefault="007E0B20" w:rsidP="007E0B20">
      <w:pPr>
        <w:rPr>
          <w:lang w:val="en-US"/>
        </w:rPr>
      </w:pPr>
    </w:p>
    <w:p w14:paraId="4CC9D095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elif</w:t>
      </w:r>
      <w:proofErr w:type="spellEnd"/>
      <w:r w:rsidRPr="007E0B20">
        <w:rPr>
          <w:lang w:val="en-US"/>
        </w:rPr>
        <w:t xml:space="preserve"> [ "$parameter7" = "READS" ]; then</w:t>
      </w:r>
    </w:p>
    <w:p w14:paraId="7553B4A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-Pro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74734C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1C1822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 Reads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: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7AAD84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038DC6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06C8B3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F25024F" w14:textId="77777777" w:rsidR="007E0B20" w:rsidRPr="007E0B20" w:rsidRDefault="007E0B20" w:rsidP="007E0B20">
      <w:pPr>
        <w:rPr>
          <w:lang w:val="en-US"/>
        </w:rPr>
      </w:pPr>
    </w:p>
    <w:p w14:paraId="29D6884A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elif</w:t>
      </w:r>
      <w:proofErr w:type="spellEnd"/>
      <w:r w:rsidRPr="007E0B20">
        <w:rPr>
          <w:lang w:val="en-US"/>
        </w:rPr>
        <w:t xml:space="preserve"> [ "$parameter7" = "HiCPro_mm10_configuration.txt" ]; then</w:t>
      </w:r>
    </w:p>
    <w:p w14:paraId="263739E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"-----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-Pro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FB6180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7C4CA1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 Spike-in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: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mm10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388BBE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F9C682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E54699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########## DO NOT CHANGE BELOW: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configuration file for mm10</w:t>
      </w:r>
    </w:p>
    <w:p w14:paraId="3763ECB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"# Please change the variable settings below if necessary</w:t>
      </w:r>
    </w:p>
    <w:p w14:paraId="0F7D3C78" w14:textId="77777777" w:rsidR="007E0B20" w:rsidRPr="007E0B20" w:rsidRDefault="007E0B20" w:rsidP="007E0B20">
      <w:pPr>
        <w:rPr>
          <w:lang w:val="en-US"/>
        </w:rPr>
      </w:pPr>
    </w:p>
    <w:p w14:paraId="5285711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6450E46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Paths and Settings  - Do not edit !</w:t>
      </w:r>
    </w:p>
    <w:p w14:paraId="0E57748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4C1F07FC" w14:textId="77777777" w:rsidR="007E0B20" w:rsidRPr="007E0B20" w:rsidRDefault="007E0B20" w:rsidP="007E0B20">
      <w:pPr>
        <w:rPr>
          <w:lang w:val="en-US"/>
        </w:rPr>
      </w:pPr>
    </w:p>
    <w:p w14:paraId="5D82225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TMP_DIR = </w:t>
      </w:r>
      <w:proofErr w:type="spellStart"/>
      <w:r w:rsidRPr="007E0B20">
        <w:rPr>
          <w:lang w:val="en-US"/>
        </w:rPr>
        <w:t>tmp</w:t>
      </w:r>
      <w:proofErr w:type="spellEnd"/>
    </w:p>
    <w:p w14:paraId="646B5A1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LOGS_DIR = logs</w:t>
      </w:r>
    </w:p>
    <w:p w14:paraId="056CD87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BOWTIE2_OUTPUT_DIR = </w:t>
      </w:r>
      <w:proofErr w:type="spellStart"/>
      <w:r w:rsidRPr="007E0B20">
        <w:rPr>
          <w:lang w:val="en-US"/>
        </w:rPr>
        <w:t>bowtie_results</w:t>
      </w:r>
      <w:proofErr w:type="spellEnd"/>
    </w:p>
    <w:p w14:paraId="3BB8FD1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MAPC_OUTPUT = </w:t>
      </w:r>
      <w:proofErr w:type="spellStart"/>
      <w:r w:rsidRPr="007E0B20">
        <w:rPr>
          <w:lang w:val="en-US"/>
        </w:rPr>
        <w:t>hic_results</w:t>
      </w:r>
      <w:proofErr w:type="spellEnd"/>
    </w:p>
    <w:p w14:paraId="42D2F7A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RAW_DIR = </w:t>
      </w:r>
      <w:proofErr w:type="spellStart"/>
      <w:r w:rsidRPr="007E0B20">
        <w:rPr>
          <w:lang w:val="en-US"/>
        </w:rPr>
        <w:t>rawdata</w:t>
      </w:r>
      <w:proofErr w:type="spellEnd"/>
    </w:p>
    <w:p w14:paraId="3272E13D" w14:textId="77777777" w:rsidR="007E0B20" w:rsidRPr="007E0B20" w:rsidRDefault="007E0B20" w:rsidP="007E0B20">
      <w:pPr>
        <w:rPr>
          <w:lang w:val="en-US"/>
        </w:rPr>
      </w:pPr>
    </w:p>
    <w:p w14:paraId="7C379D6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7C9E53C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SYSTEM - PBS - Start Editing Here !!</w:t>
      </w:r>
    </w:p>
    <w:p w14:paraId="60FFFD2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579F027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N_CPU = "$parameter6"</w:t>
      </w:r>
    </w:p>
    <w:p w14:paraId="0A2DF4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LOGFILE = hicpro.log</w:t>
      </w:r>
    </w:p>
    <w:p w14:paraId="2011920E" w14:textId="77777777" w:rsidR="007E0B20" w:rsidRPr="007E0B20" w:rsidRDefault="007E0B20" w:rsidP="007E0B20">
      <w:pPr>
        <w:rPr>
          <w:lang w:val="en-US"/>
        </w:rPr>
      </w:pPr>
    </w:p>
    <w:p w14:paraId="5D1CF5C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JOB_NAME = </w:t>
      </w:r>
      <w:proofErr w:type="spellStart"/>
      <w:r w:rsidRPr="007E0B20">
        <w:rPr>
          <w:lang w:val="en-US"/>
        </w:rPr>
        <w:t>HiC_HiCPro_mice_PE_full_analysis</w:t>
      </w:r>
      <w:proofErr w:type="spellEnd"/>
    </w:p>
    <w:p w14:paraId="3B0ECE0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JOB_MEM = 500gb</w:t>
      </w:r>
    </w:p>
    <w:p w14:paraId="4203D05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JOB_WALLTIME =</w:t>
      </w:r>
    </w:p>
    <w:p w14:paraId="275C90F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JOB_QUEUE =</w:t>
      </w:r>
    </w:p>
    <w:p w14:paraId="25323B2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JOB_MAIL =</w:t>
      </w:r>
    </w:p>
    <w:p w14:paraId="1313544E" w14:textId="77777777" w:rsidR="007E0B20" w:rsidRPr="007E0B20" w:rsidRDefault="007E0B20" w:rsidP="007E0B20">
      <w:pPr>
        <w:rPr>
          <w:lang w:val="en-US"/>
        </w:rPr>
      </w:pPr>
    </w:p>
    <w:p w14:paraId="6795FCB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000CE42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Data</w:t>
      </w:r>
    </w:p>
    <w:p w14:paraId="099986A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#########################################################################</w:t>
      </w:r>
    </w:p>
    <w:p w14:paraId="61D0AB3C" w14:textId="77777777" w:rsidR="007E0B20" w:rsidRPr="007E0B20" w:rsidRDefault="007E0B20" w:rsidP="007E0B20">
      <w:pPr>
        <w:rPr>
          <w:lang w:val="en-US"/>
        </w:rPr>
      </w:pPr>
    </w:p>
    <w:p w14:paraId="1D46051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PAIR1_EXT = _R1</w:t>
      </w:r>
    </w:p>
    <w:p w14:paraId="223F1BE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PAIR2_EXT = _R2</w:t>
      </w:r>
    </w:p>
    <w:p w14:paraId="6A1D4141" w14:textId="77777777" w:rsidR="007E0B20" w:rsidRPr="007E0B20" w:rsidRDefault="007E0B20" w:rsidP="007E0B20">
      <w:pPr>
        <w:rPr>
          <w:lang w:val="en-US"/>
        </w:rPr>
      </w:pPr>
    </w:p>
    <w:p w14:paraId="7F5D557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3AA5BEC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## Alignment options</w:t>
      </w:r>
    </w:p>
    <w:p w14:paraId="0394C9D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7E0EEB27" w14:textId="77777777" w:rsidR="007E0B20" w:rsidRPr="007E0B20" w:rsidRDefault="007E0B20" w:rsidP="007E0B20">
      <w:pPr>
        <w:rPr>
          <w:lang w:val="en-US"/>
        </w:rPr>
      </w:pPr>
    </w:p>
    <w:p w14:paraId="1D6039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FORMAT = phred33</w:t>
      </w:r>
    </w:p>
    <w:p w14:paraId="0F78466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MIN_MAPQ = 0</w:t>
      </w:r>
    </w:p>
    <w:p w14:paraId="143222EF" w14:textId="77777777" w:rsidR="007E0B20" w:rsidRPr="007E0B20" w:rsidRDefault="007E0B20" w:rsidP="007E0B20">
      <w:pPr>
        <w:rPr>
          <w:lang w:val="en-US"/>
        </w:rPr>
      </w:pPr>
    </w:p>
    <w:p w14:paraId="6272D6C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BOWTIE2_IDX_PATH = "$mindexbtw2"</w:t>
      </w:r>
    </w:p>
    <w:p w14:paraId="6AA78E9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BOWTIE2_GLOBAL_OPTIONS = --very-sensitive -L 25 --score-min L,-0.6,-0.2 --end-to-end --reorder -N 1</w:t>
      </w:r>
    </w:p>
    <w:p w14:paraId="3915934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BOWTIE2_LOCAL_OPTIONS =  --very-sensitive -L 15 --score-min L,-0.6,-0.2 --end-to-end --reorder -N 1</w:t>
      </w:r>
    </w:p>
    <w:p w14:paraId="0BBF66D5" w14:textId="77777777" w:rsidR="007E0B20" w:rsidRPr="007E0B20" w:rsidRDefault="007E0B20" w:rsidP="007E0B20">
      <w:pPr>
        <w:rPr>
          <w:lang w:val="en-US"/>
        </w:rPr>
      </w:pPr>
    </w:p>
    <w:p w14:paraId="48D8A5A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3A582BA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Annotation files</w:t>
      </w:r>
    </w:p>
    <w:p w14:paraId="638F3E5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0956A06A" w14:textId="77777777" w:rsidR="007E0B20" w:rsidRPr="007E0B20" w:rsidRDefault="007E0B20" w:rsidP="007E0B20">
      <w:pPr>
        <w:rPr>
          <w:lang w:val="en-US"/>
        </w:rPr>
      </w:pPr>
    </w:p>
    <w:p w14:paraId="5B54C71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REFERENCE_GENOME = "$</w:t>
      </w:r>
      <w:proofErr w:type="spellStart"/>
      <w:r w:rsidRPr="007E0B20">
        <w:rPr>
          <w:lang w:val="en-US"/>
        </w:rPr>
        <w:t>mref</w:t>
      </w:r>
      <w:proofErr w:type="spellEnd"/>
      <w:r w:rsidRPr="007E0B20">
        <w:rPr>
          <w:lang w:val="en-US"/>
        </w:rPr>
        <w:t>"</w:t>
      </w:r>
    </w:p>
    <w:p w14:paraId="5E65B8B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GENOME_SIZE = "$</w:t>
      </w:r>
      <w:proofErr w:type="spellStart"/>
      <w:r w:rsidRPr="007E0B20">
        <w:rPr>
          <w:lang w:val="en-US"/>
        </w:rPr>
        <w:t>mcsize</w:t>
      </w:r>
      <w:proofErr w:type="spellEnd"/>
      <w:r w:rsidRPr="007E0B20">
        <w:rPr>
          <w:lang w:val="en-US"/>
        </w:rPr>
        <w:t>"</w:t>
      </w:r>
    </w:p>
    <w:p w14:paraId="7F6CCAC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#GENOME_SIZE = chrom_hg19.sizes</w:t>
      </w:r>
    </w:p>
    <w:p w14:paraId="0BAD17C2" w14:textId="77777777" w:rsidR="007E0B20" w:rsidRPr="007E0B20" w:rsidRDefault="007E0B20" w:rsidP="007E0B20">
      <w:pPr>
        <w:rPr>
          <w:lang w:val="en-US"/>
        </w:rPr>
      </w:pPr>
    </w:p>
    <w:p w14:paraId="0A75159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48C915F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Allele specific</w:t>
      </w:r>
    </w:p>
    <w:p w14:paraId="655CB11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3001E18C" w14:textId="77777777" w:rsidR="007E0B20" w:rsidRPr="007E0B20" w:rsidRDefault="007E0B20" w:rsidP="007E0B20">
      <w:pPr>
        <w:rPr>
          <w:lang w:val="en-US"/>
        </w:rPr>
      </w:pPr>
    </w:p>
    <w:p w14:paraId="533681D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ALLELE_SPECIFIC_SNP = " 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/"$parameter7"</w:t>
      </w:r>
    </w:p>
    <w:p w14:paraId="6D1EED1D" w14:textId="77777777" w:rsidR="007E0B20" w:rsidRDefault="007E0B20" w:rsidP="007E0B20">
      <w:r>
        <w:t>echo "</w:t>
      </w:r>
    </w:p>
    <w:p w14:paraId="567B6898" w14:textId="77777777" w:rsidR="007E0B20" w:rsidRDefault="007E0B20" w:rsidP="007E0B20">
      <w:r>
        <w:t>#######################################################################</w:t>
      </w:r>
    </w:p>
    <w:p w14:paraId="5768812F" w14:textId="77777777" w:rsidR="007E0B20" w:rsidRDefault="007E0B20" w:rsidP="007E0B20">
      <w:r>
        <w:t>## Digestion Hi-C</w:t>
      </w:r>
    </w:p>
    <w:p w14:paraId="5F30CC7A" w14:textId="77777777" w:rsidR="007E0B20" w:rsidRDefault="007E0B20" w:rsidP="007E0B20">
      <w:r>
        <w:t>#######################################################################</w:t>
      </w:r>
    </w:p>
    <w:p w14:paraId="6E214D71" w14:textId="77777777" w:rsidR="007E0B20" w:rsidRDefault="007E0B20" w:rsidP="007E0B20"/>
    <w:p w14:paraId="0EA4E230" w14:textId="77777777" w:rsidR="007E0B20" w:rsidRDefault="007E0B20" w:rsidP="007E0B20">
      <w:r>
        <w:t>#GENOME_FRAGMENT = HindIII_resfrag_hg19.bed</w:t>
      </w:r>
    </w:p>
    <w:p w14:paraId="668601C2" w14:textId="77777777" w:rsidR="007E0B20" w:rsidRDefault="007E0B20" w:rsidP="007E0B20">
      <w:r>
        <w:t>#LIGATION_SITE = AAGCTAGCTT</w:t>
      </w:r>
    </w:p>
    <w:p w14:paraId="3DFE63C4" w14:textId="77777777" w:rsidR="007E0B20" w:rsidRDefault="007E0B20" w:rsidP="007E0B20">
      <w:r>
        <w:t>GENOME_FRAGMENT = "$</w:t>
      </w:r>
      <w:proofErr w:type="spellStart"/>
      <w:r>
        <w:t>mresfrag</w:t>
      </w:r>
      <w:proofErr w:type="spellEnd"/>
      <w:r>
        <w:t>"</w:t>
      </w:r>
    </w:p>
    <w:p w14:paraId="63462C72" w14:textId="77777777" w:rsidR="007E0B20" w:rsidRDefault="007E0B20" w:rsidP="007E0B20">
      <w:r>
        <w:t>LIGATION_SITE = GATCAGATTTGGGGATC,GATCAGATTTGGGGATCGATCAGATTTGGGGATC,GATCAGATTTGGGGATCGATCAGATTTGGGGATCGATCAGATTTGGGGATC,GATCCCCAAATCTGATC,GATCCCCAAATCTGATCGATCCCCAAATCTGATC,GATCCCCAAATCTGATCGATCCCCAAATCTGATCGATCCCCAAATCTGATC,GATCAGATTTGGGGATCGATCCCCAAATCTGATC,GATCCCCAAATCTGATCGATCAGATTTGGGGATC,GATCAGATTTGGGGATCGATCCCCAAATCTGATCGATCAGATTTGGGGATC,GATCAGATTTGGGGATCGATCCCCAAATCTGATCGATCCCCAAATCTGATC,G</w:t>
      </w:r>
      <w:r>
        <w:lastRenderedPageBreak/>
        <w:t>ATCCCCAAATCTGATCGATCAGATTTGGGGATCGATCCCCAAATCTGATC,GATCCCCAAATCTGATCGATCAGATTTGGGGATCGATCAGATTTGGGGATC</w:t>
      </w:r>
    </w:p>
    <w:p w14:paraId="1623EDE1" w14:textId="77777777" w:rsidR="007E0B20" w:rsidRDefault="007E0B20" w:rsidP="007E0B20">
      <w:r>
        <w:t>MIN_FRAG_SIZE =</w:t>
      </w:r>
    </w:p>
    <w:p w14:paraId="7B6989C1" w14:textId="77777777" w:rsidR="007E0B20" w:rsidRDefault="007E0B20" w:rsidP="007E0B20">
      <w:r>
        <w:t>MAX_FRAG_SIZE =</w:t>
      </w:r>
    </w:p>
    <w:p w14:paraId="1AD6BA16" w14:textId="77777777" w:rsidR="007E0B20" w:rsidRDefault="007E0B20" w:rsidP="007E0B20">
      <w:r>
        <w:t>MIN_INSERT_SIZE =</w:t>
      </w:r>
    </w:p>
    <w:p w14:paraId="3AAD92F8" w14:textId="77777777" w:rsidR="007E0B20" w:rsidRDefault="007E0B20" w:rsidP="007E0B20">
      <w:r>
        <w:t>MAX_INSERT_SIZE =</w:t>
      </w:r>
    </w:p>
    <w:p w14:paraId="2FEBF7AE" w14:textId="77777777" w:rsidR="007E0B20" w:rsidRDefault="007E0B20" w:rsidP="007E0B20"/>
    <w:p w14:paraId="0A89A1E9" w14:textId="77777777" w:rsidR="007E0B20" w:rsidRDefault="007E0B20" w:rsidP="007E0B20">
      <w:r>
        <w:t>#MIN_FRAG_SIZE = 100</w:t>
      </w:r>
    </w:p>
    <w:p w14:paraId="5D1516FF" w14:textId="77777777" w:rsidR="007E0B20" w:rsidRDefault="007E0B20" w:rsidP="007E0B20">
      <w:r>
        <w:t>#MAX_FRAG_SIZE = 100000</w:t>
      </w:r>
    </w:p>
    <w:p w14:paraId="0D202D0D" w14:textId="77777777" w:rsidR="007E0B20" w:rsidRDefault="007E0B20" w:rsidP="007E0B20">
      <w:r>
        <w:t>#MIN_INSERT_SIZE = 100</w:t>
      </w:r>
    </w:p>
    <w:p w14:paraId="266CFB3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#MAX_INSERT_SIZE = 600</w:t>
      </w:r>
    </w:p>
    <w:p w14:paraId="3DEEC00E" w14:textId="77777777" w:rsidR="007E0B20" w:rsidRPr="007E0B20" w:rsidRDefault="007E0B20" w:rsidP="007E0B20">
      <w:pPr>
        <w:rPr>
          <w:lang w:val="en-US"/>
        </w:rPr>
      </w:pPr>
    </w:p>
    <w:p w14:paraId="0B4AA6B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49EA74D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Hi-C processing</w:t>
      </w:r>
    </w:p>
    <w:p w14:paraId="429195C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662BD12D" w14:textId="77777777" w:rsidR="007E0B20" w:rsidRPr="007E0B20" w:rsidRDefault="007E0B20" w:rsidP="007E0B20">
      <w:pPr>
        <w:rPr>
          <w:lang w:val="en-US"/>
        </w:rPr>
      </w:pPr>
    </w:p>
    <w:p w14:paraId="3A049C0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MIN_CIS_DIST =</w:t>
      </w:r>
    </w:p>
    <w:p w14:paraId="5DE30CA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GET_ALL_INTERACTION_CLASSES = 1</w:t>
      </w:r>
    </w:p>
    <w:p w14:paraId="6A69B83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GET_PROCESS_SAM = 1</w:t>
      </w:r>
    </w:p>
    <w:p w14:paraId="74CCE36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RM_SINGLETON = 1</w:t>
      </w:r>
    </w:p>
    <w:p w14:paraId="733BF26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RM_MULTI = "$parameter14"</w:t>
      </w:r>
    </w:p>
    <w:p w14:paraId="5DD038E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RM_DUP = "$parameter13"</w:t>
      </w:r>
    </w:p>
    <w:p w14:paraId="1823F91F" w14:textId="77777777" w:rsidR="007E0B20" w:rsidRPr="007E0B20" w:rsidRDefault="007E0B20" w:rsidP="007E0B20">
      <w:pPr>
        <w:rPr>
          <w:lang w:val="en-US"/>
        </w:rPr>
      </w:pPr>
    </w:p>
    <w:p w14:paraId="3718CFC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4DE739D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Contact Maps</w:t>
      </w:r>
    </w:p>
    <w:p w14:paraId="3AA2CA5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12385DC5" w14:textId="77777777" w:rsidR="007E0B20" w:rsidRPr="007E0B20" w:rsidRDefault="007E0B20" w:rsidP="007E0B20">
      <w:pPr>
        <w:rPr>
          <w:lang w:val="en-US"/>
        </w:rPr>
      </w:pPr>
    </w:p>
    <w:p w14:paraId="177207F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BIN_SIZE = "$parameter11"</w:t>
      </w:r>
    </w:p>
    <w:p w14:paraId="0CA8477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MATRIX_FORMAT = upper</w:t>
      </w:r>
    </w:p>
    <w:p w14:paraId="2EC9F3E0" w14:textId="77777777" w:rsidR="007E0B20" w:rsidRPr="007E0B20" w:rsidRDefault="007E0B20" w:rsidP="007E0B20">
      <w:pPr>
        <w:rPr>
          <w:lang w:val="en-US"/>
        </w:rPr>
      </w:pPr>
    </w:p>
    <w:p w14:paraId="149D9DD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7DBCDCD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 ICE Normalization</w:t>
      </w:r>
    </w:p>
    <w:p w14:paraId="517092C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#######################################################################</w:t>
      </w:r>
    </w:p>
    <w:p w14:paraId="66BC779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MAX_ITER = 100</w:t>
      </w:r>
    </w:p>
    <w:p w14:paraId="6744FA1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FILTER_LOW_COUNT_PERC = 0.02</w:t>
      </w:r>
    </w:p>
    <w:p w14:paraId="5C3BA94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FILTER_HIGH_COUNT_PERC = 0</w:t>
      </w:r>
    </w:p>
    <w:p w14:paraId="77D945C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EPS = 0.1</w:t>
      </w:r>
    </w:p>
    <w:p w14:paraId="6557E13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/"$parameter7"</w:t>
      </w:r>
    </w:p>
    <w:p w14:paraId="77675AF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 DO NOT CHANGE ABOVE ######</w:t>
      </w:r>
    </w:p>
    <w:p w14:paraId="531A603E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printf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/"$parameter7"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5EB1D8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7D90A0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C619E2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7FD3D8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</w:t>
      </w:r>
    </w:p>
    <w:p w14:paraId="592EF59B" w14:textId="77777777" w:rsidR="007E0B20" w:rsidRPr="007E0B20" w:rsidRDefault="007E0B20" w:rsidP="007E0B20">
      <w:pPr>
        <w:rPr>
          <w:lang w:val="en-US"/>
        </w:rPr>
      </w:pPr>
    </w:p>
    <w:p w14:paraId="79911BA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"---START TIME---"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EDF393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4A3324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date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3CC76D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5F877B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8157E4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B991DC4" w14:textId="77777777" w:rsidR="007E0B20" w:rsidRPr="007E0B20" w:rsidRDefault="007E0B20" w:rsidP="007E0B20">
      <w:pPr>
        <w:rPr>
          <w:lang w:val="en-US"/>
        </w:rPr>
      </w:pPr>
    </w:p>
    <w:p w14:paraId="0C17AAB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2FDF9E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Transfering</w:t>
      </w:r>
      <w:proofErr w:type="spellEnd"/>
      <w:r w:rsidRPr="007E0B20">
        <w:rPr>
          <w:lang w:val="en-US"/>
        </w:rPr>
        <w:t xml:space="preserve"> files from </w:t>
      </w:r>
      <w:proofErr w:type="spellStart"/>
      <w:r w:rsidRPr="007E0B20">
        <w:rPr>
          <w:lang w:val="en-US"/>
        </w:rPr>
        <w:t>BaseSpace</w:t>
      </w:r>
      <w:proofErr w:type="spellEnd"/>
      <w:r w:rsidRPr="007E0B20">
        <w:rPr>
          <w:lang w:val="en-US"/>
        </w:rPr>
        <w:t>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468628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3982EC3" w14:textId="77777777" w:rsidR="007E0B20" w:rsidRPr="007E0B20" w:rsidRDefault="007E0B20" w:rsidP="007E0B20">
      <w:pPr>
        <w:rPr>
          <w:lang w:val="en-US"/>
        </w:rPr>
      </w:pPr>
    </w:p>
    <w:p w14:paraId="504699E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Preparing Files</w:t>
      </w:r>
    </w:p>
    <w:p w14:paraId="3F8BDD95" w14:textId="77777777" w:rsidR="007E0B20" w:rsidRPr="007E0B20" w:rsidRDefault="007E0B20" w:rsidP="007E0B20">
      <w:pPr>
        <w:rPr>
          <w:lang w:val="en-US"/>
        </w:rPr>
      </w:pPr>
    </w:p>
    <w:p w14:paraId="73C077B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$parameter1; do</w:t>
      </w:r>
    </w:p>
    <w:p w14:paraId="39BD9879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mkdir</w:t>
      </w:r>
      <w:proofErr w:type="spellEnd"/>
      <w:r w:rsidRPr="007E0B20">
        <w:rPr>
          <w:lang w:val="en-US"/>
        </w:rPr>
        <w:t xml:space="preserve"> -p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</w:t>
      </w:r>
    </w:p>
    <w:p w14:paraId="398F308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"cp files in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44707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cp $(</w:t>
      </w:r>
      <w:proofErr w:type="spellStart"/>
      <w:r w:rsidRPr="007E0B20">
        <w:rPr>
          <w:lang w:val="en-US"/>
        </w:rPr>
        <w:t>dirname</w:t>
      </w:r>
      <w:proofErr w:type="spellEnd"/>
      <w:r w:rsidRPr="007E0B20">
        <w:rPr>
          <w:lang w:val="en-US"/>
        </w:rPr>
        <w:t xml:space="preserve"> "$sample")/*.fastq.gz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</w:t>
      </w:r>
    </w:p>
    <w:p w14:paraId="6D9BA0D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</w:t>
      </w:r>
    </w:p>
    <w:p w14:paraId="0676D5AB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gunzip</w:t>
      </w:r>
      <w:proofErr w:type="spellEnd"/>
      <w:r w:rsidRPr="007E0B20">
        <w:rPr>
          <w:lang w:val="en-US"/>
        </w:rPr>
        <w:t xml:space="preserve"> *.</w:t>
      </w:r>
      <w:proofErr w:type="spellStart"/>
      <w:r w:rsidRPr="007E0B20">
        <w:rPr>
          <w:lang w:val="en-US"/>
        </w:rPr>
        <w:t>gz</w:t>
      </w:r>
      <w:proofErr w:type="spellEnd"/>
    </w:p>
    <w:p w14:paraId="17EFA80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#cat files to </w:t>
      </w:r>
      <w:proofErr w:type="spellStart"/>
      <w:r w:rsidRPr="007E0B20">
        <w:rPr>
          <w:lang w:val="en-US"/>
        </w:rPr>
        <w:t>to</w:t>
      </w:r>
      <w:proofErr w:type="spellEnd"/>
      <w:r w:rsidRPr="007E0B20">
        <w:rPr>
          <w:lang w:val="en-US"/>
        </w:rPr>
        <w:t xml:space="preserve"> do QC analysis</w:t>
      </w:r>
    </w:p>
    <w:p w14:paraId="600D38F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cat *_R1* &gt;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"s/_.*/_R1.fastq/")</w:t>
      </w:r>
    </w:p>
    <w:p w14:paraId="764FD05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cat *_R2* &gt;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"s/_.*/_R2.fastq/")</w:t>
      </w:r>
    </w:p>
    <w:p w14:paraId="6EF9A88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"going to next file"</w:t>
      </w:r>
    </w:p>
    <w:p w14:paraId="7AC2F89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 -f *L001* *L002* *L003* *L004*</w:t>
      </w:r>
    </w:p>
    <w:p w14:paraId="24C89A7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3ED9C12F" w14:textId="77777777" w:rsidR="007E0B20" w:rsidRPr="007E0B20" w:rsidRDefault="007E0B20" w:rsidP="007E0B20">
      <w:pPr>
        <w:rPr>
          <w:lang w:val="en-US"/>
        </w:rPr>
      </w:pPr>
    </w:p>
    <w:p w14:paraId="42D503A3" w14:textId="77777777" w:rsidR="007E0B20" w:rsidRPr="007E0B20" w:rsidRDefault="007E0B20" w:rsidP="007E0B20">
      <w:pPr>
        <w:rPr>
          <w:lang w:val="en-US"/>
        </w:rPr>
      </w:pPr>
    </w:p>
    <w:p w14:paraId="00F95C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#preparing bridges to feed as contaminants (IT IS NOT) to have </w:t>
      </w:r>
      <w:proofErr w:type="spellStart"/>
      <w:r w:rsidRPr="007E0B20">
        <w:rPr>
          <w:lang w:val="en-US"/>
        </w:rPr>
        <w:t>a</w:t>
      </w:r>
      <w:proofErr w:type="spellEnd"/>
      <w:r w:rsidRPr="007E0B20">
        <w:rPr>
          <w:lang w:val="en-US"/>
        </w:rPr>
        <w:t xml:space="preserve"> overview in </w:t>
      </w:r>
      <w:proofErr w:type="spellStart"/>
      <w:r w:rsidRPr="007E0B20">
        <w:rPr>
          <w:lang w:val="en-US"/>
        </w:rPr>
        <w:t>fastqc</w:t>
      </w:r>
      <w:proofErr w:type="spellEnd"/>
      <w:r w:rsidRPr="007E0B20">
        <w:rPr>
          <w:lang w:val="en-US"/>
        </w:rPr>
        <w:t>:</w:t>
      </w:r>
    </w:p>
    <w:p w14:paraId="7966531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-e "bridge1\tGATCAGATTTGGGGATC\nbridge2\tGATCAGATTTGGGGATCGATCAGATTTGGGGATC\nbridge3\tGATCAGATTTGGGGATCGATCAGATTTGGGGATCGATCAGATTTGGGGATC\nbridge1_rev\tGATCCCCAAATCTGATC\nbridge2_rev\tGATCCCCAAATCTGATCGATCCCCAAATCTGATC\nbridge3_rev\tGATCCCCAAATCTGATCGATCCCCAAATCTGATCGATCCCCAAATCTGATC" 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</w:t>
      </w:r>
      <w:proofErr w:type="spellStart"/>
      <w:r w:rsidRPr="007E0B20">
        <w:rPr>
          <w:lang w:val="en-US"/>
        </w:rPr>
        <w:t>fastqc</w:t>
      </w:r>
      <w:proofErr w:type="spellEnd"/>
      <w:r w:rsidRPr="007E0B20">
        <w:rPr>
          <w:lang w:val="en-US"/>
        </w:rPr>
        <w:t>/qc_bridges.txt</w:t>
      </w:r>
    </w:p>
    <w:p w14:paraId="658E49D5" w14:textId="77777777" w:rsidR="007E0B20" w:rsidRPr="007E0B20" w:rsidRDefault="007E0B20" w:rsidP="007E0B20">
      <w:pPr>
        <w:rPr>
          <w:lang w:val="en-US"/>
        </w:rPr>
      </w:pPr>
    </w:p>
    <w:p w14:paraId="1EB369B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3EA61B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 $(date) -- Counting reads number and doing QC (FASTQC)"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1B2E4E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70503DB" w14:textId="77777777" w:rsidR="007E0B20" w:rsidRPr="007E0B20" w:rsidRDefault="007E0B20" w:rsidP="007E0B20">
      <w:pPr>
        <w:rPr>
          <w:lang w:val="en-US"/>
        </w:rPr>
      </w:pPr>
    </w:p>
    <w:p w14:paraId="5671C56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cd "$parameter3"</w:t>
      </w:r>
    </w:p>
    <w:p w14:paraId="65AE8F8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file in $(find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 xml:space="preserve"> -type f -name '*.</w:t>
      </w:r>
      <w:proofErr w:type="spellStart"/>
      <w:r w:rsidRPr="007E0B20">
        <w:rPr>
          <w:lang w:val="en-US"/>
        </w:rPr>
        <w:t>fastq</w:t>
      </w:r>
      <w:proofErr w:type="spellEnd"/>
      <w:r w:rsidRPr="007E0B20">
        <w:rPr>
          <w:lang w:val="en-US"/>
        </w:rPr>
        <w:t>'); do</w:t>
      </w:r>
    </w:p>
    <w:p w14:paraId="74C6089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 $(date) -- counting reads number on $file"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C443FB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14CB4B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{ echo "$file" ; grep "^@" "$file" | </w:t>
      </w:r>
      <w:proofErr w:type="spellStart"/>
      <w:r w:rsidRPr="007E0B20">
        <w:rPr>
          <w:lang w:val="en-US"/>
        </w:rPr>
        <w:t>wc</w:t>
      </w:r>
      <w:proofErr w:type="spellEnd"/>
      <w:r w:rsidRPr="007E0B20">
        <w:rPr>
          <w:lang w:val="en-US"/>
        </w:rPr>
        <w:t xml:space="preserve"> -l ; } | cat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6BE49C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D20CA4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fastqc</w:t>
      </w:r>
      <w:proofErr w:type="spellEnd"/>
      <w:r w:rsidRPr="007E0B20">
        <w:rPr>
          <w:lang w:val="en-US"/>
        </w:rPr>
        <w:t xml:space="preserve"> on $file"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DFC0897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fastqc</w:t>
      </w:r>
      <w:proofErr w:type="spellEnd"/>
      <w:r w:rsidRPr="007E0B20">
        <w:rPr>
          <w:lang w:val="en-US"/>
        </w:rPr>
        <w:t xml:space="preserve"> --</w:t>
      </w:r>
      <w:proofErr w:type="spellStart"/>
      <w:r w:rsidRPr="007E0B20">
        <w:rPr>
          <w:lang w:val="en-US"/>
        </w:rPr>
        <w:t>outdir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</w:t>
      </w:r>
      <w:proofErr w:type="spellStart"/>
      <w:r w:rsidRPr="007E0B20">
        <w:rPr>
          <w:lang w:val="en-US"/>
        </w:rPr>
        <w:t>fastqc</w:t>
      </w:r>
      <w:proofErr w:type="spellEnd"/>
      <w:r w:rsidRPr="007E0B20">
        <w:rPr>
          <w:lang w:val="en-US"/>
        </w:rPr>
        <w:t xml:space="preserve"> --contaminants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</w:t>
      </w:r>
      <w:proofErr w:type="spellStart"/>
      <w:r w:rsidRPr="007E0B20">
        <w:rPr>
          <w:lang w:val="en-US"/>
        </w:rPr>
        <w:t>fastqc</w:t>
      </w:r>
      <w:proofErr w:type="spellEnd"/>
      <w:r w:rsidRPr="007E0B20">
        <w:rPr>
          <w:lang w:val="en-US"/>
        </w:rPr>
        <w:t>/qc_bridges.txt --threads 6 "$file"</w:t>
      </w:r>
    </w:p>
    <w:p w14:paraId="08E24EB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CF19AD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0BCF03D4" w14:textId="77777777" w:rsidR="007E0B20" w:rsidRPr="007E0B20" w:rsidRDefault="007E0B20" w:rsidP="007E0B20">
      <w:pPr>
        <w:rPr>
          <w:lang w:val="en-US"/>
        </w:rPr>
      </w:pPr>
    </w:p>
    <w:p w14:paraId="1FD292F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#Are Input samples to be merged? - it may be advantageous for </w:t>
      </w:r>
      <w:proofErr w:type="spellStart"/>
      <w:r w:rsidRPr="007E0B20">
        <w:rPr>
          <w:lang w:val="en-US"/>
        </w:rPr>
        <w:t>HiChIP</w:t>
      </w:r>
      <w:proofErr w:type="spellEnd"/>
    </w:p>
    <w:p w14:paraId="6C5BE07E" w14:textId="77777777" w:rsidR="007E0B20" w:rsidRPr="007E0B20" w:rsidRDefault="007E0B20" w:rsidP="007E0B20">
      <w:pPr>
        <w:rPr>
          <w:lang w:val="en-US"/>
        </w:rPr>
      </w:pPr>
    </w:p>
    <w:p w14:paraId="1BC043C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if [ -z "$parameter5" ]; then</w:t>
      </w:r>
    </w:p>
    <w:p w14:paraId="39F4E27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2A0B96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"Null -m parameter. Inputs will be used as it is"</w:t>
      </w:r>
    </w:p>
    <w:p w14:paraId="6AF5C43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"Inputs will not be merged. It will be used as it is"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17642D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0EFD580" w14:textId="77777777" w:rsidR="007E0B20" w:rsidRPr="007E0B20" w:rsidRDefault="007E0B20" w:rsidP="007E0B20">
      <w:pPr>
        <w:rPr>
          <w:lang w:val="en-US"/>
        </w:rPr>
      </w:pPr>
    </w:p>
    <w:p w14:paraId="6BDE78C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else</w:t>
      </w:r>
    </w:p>
    <w:p w14:paraId="50CC25A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2CCB2A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"Detected -m parameter $parameter5 . Inputs will be merged in "$parameter3"/</w:t>
      </w:r>
      <w:proofErr w:type="spellStart"/>
      <w:r w:rsidRPr="007E0B20">
        <w:rPr>
          <w:lang w:val="en-US"/>
        </w:rPr>
        <w:t>Merged_input_HiC</w:t>
      </w:r>
      <w:proofErr w:type="spellEnd"/>
      <w:r w:rsidRPr="007E0B20">
        <w:rPr>
          <w:lang w:val="en-US"/>
        </w:rPr>
        <w:t>"</w:t>
      </w:r>
    </w:p>
    <w:p w14:paraId="41EECC1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"Merging inputs by string $parameter5 . Merged files in "$parameter3"/</w:t>
      </w:r>
      <w:proofErr w:type="spellStart"/>
      <w:r w:rsidRPr="007E0B20">
        <w:rPr>
          <w:lang w:val="en-US"/>
        </w:rPr>
        <w:t>Merged_input_HiC</w:t>
      </w:r>
      <w:proofErr w:type="spellEnd"/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1179DB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20B3547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mkdir</w:t>
      </w:r>
      <w:proofErr w:type="spellEnd"/>
      <w:r w:rsidRPr="007E0B20">
        <w:rPr>
          <w:lang w:val="en-US"/>
        </w:rPr>
        <w:t xml:space="preserve"> -p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/Merged-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-input</w:t>
      </w:r>
    </w:p>
    <w:p w14:paraId="0307A19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/Merged-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-input</w:t>
      </w:r>
    </w:p>
    <w:p w14:paraId="56CDDC3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#all inputs</w:t>
      </w:r>
    </w:p>
    <w:p w14:paraId="32857BA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merging=$(find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 -type f -</w:t>
      </w:r>
      <w:proofErr w:type="spellStart"/>
      <w:r w:rsidRPr="007E0B20">
        <w:rPr>
          <w:lang w:val="en-US"/>
        </w:rPr>
        <w:t>iname</w:t>
      </w:r>
      <w:proofErr w:type="spellEnd"/>
      <w:r w:rsidRPr="007E0B20">
        <w:rPr>
          <w:lang w:val="en-US"/>
        </w:rPr>
        <w:t xml:space="preserve"> "*$parameter5*" | grep "R1.fastq")</w:t>
      </w:r>
    </w:p>
    <w:p w14:paraId="45E557F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cat $(echo "$merging" | tr '\n' ' ') &gt; Merged-HiC-input_R1.fastq</w:t>
      </w:r>
    </w:p>
    <w:p w14:paraId="0A6D3FB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merging2=$(find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 -type f -</w:t>
      </w:r>
      <w:proofErr w:type="spellStart"/>
      <w:r w:rsidRPr="007E0B20">
        <w:rPr>
          <w:lang w:val="en-US"/>
        </w:rPr>
        <w:t>iname</w:t>
      </w:r>
      <w:proofErr w:type="spellEnd"/>
      <w:r w:rsidRPr="007E0B20">
        <w:rPr>
          <w:lang w:val="en-US"/>
        </w:rPr>
        <w:t xml:space="preserve"> "*$parameter5*" | grep "R2.fastq")</w:t>
      </w:r>
    </w:p>
    <w:p w14:paraId="1C32B2F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cat $(echo "$merging2" | tr '\n' ' ') &gt; Merged-HiC-input_R2.fastq</w:t>
      </w:r>
    </w:p>
    <w:p w14:paraId="600872E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#to remove all, but the recently merged, input files</w:t>
      </w:r>
    </w:p>
    <w:p w14:paraId="3F2C616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find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 -type d -</w:t>
      </w:r>
      <w:proofErr w:type="spellStart"/>
      <w:r w:rsidRPr="007E0B20">
        <w:rPr>
          <w:lang w:val="en-US"/>
        </w:rPr>
        <w:t>iname</w:t>
      </w:r>
      <w:proofErr w:type="spellEnd"/>
      <w:r w:rsidRPr="007E0B20">
        <w:rPr>
          <w:lang w:val="en-US"/>
        </w:rPr>
        <w:t xml:space="preserve"> "*$parameter5*" ! -</w:t>
      </w:r>
      <w:proofErr w:type="spellStart"/>
      <w:r w:rsidRPr="007E0B20">
        <w:rPr>
          <w:lang w:val="en-US"/>
        </w:rPr>
        <w:t>iname</w:t>
      </w:r>
      <w:proofErr w:type="spellEnd"/>
      <w:r w:rsidRPr="007E0B20">
        <w:rPr>
          <w:lang w:val="en-US"/>
        </w:rPr>
        <w:t xml:space="preserve"> "Merged-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-input*" -exec rm -r {} +</w:t>
      </w:r>
    </w:p>
    <w:p w14:paraId="24A19EB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</w:t>
      </w:r>
    </w:p>
    <w:p w14:paraId="6751797C" w14:textId="77777777" w:rsidR="007E0B20" w:rsidRPr="007E0B20" w:rsidRDefault="007E0B20" w:rsidP="007E0B20">
      <w:pPr>
        <w:rPr>
          <w:lang w:val="en-US"/>
        </w:rPr>
      </w:pPr>
    </w:p>
    <w:p w14:paraId="3BAE890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#spliting reads R1 or R2 in 10M chunks to speed up bowtie2 mapping</w:t>
      </w:r>
    </w:p>
    <w:p w14:paraId="31CC8CFE" w14:textId="77777777" w:rsidR="007E0B20" w:rsidRPr="007E0B20" w:rsidRDefault="007E0B20" w:rsidP="007E0B20">
      <w:pPr>
        <w:rPr>
          <w:lang w:val="en-US"/>
        </w:rPr>
      </w:pPr>
    </w:p>
    <w:p w14:paraId="0F49BAE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A92EB9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Spliting</w:t>
      </w:r>
      <w:proofErr w:type="spellEnd"/>
      <w:r w:rsidRPr="007E0B20">
        <w:rPr>
          <w:lang w:val="en-US"/>
        </w:rPr>
        <w:t xml:space="preserve"> reads in $chunks </w:t>
      </w:r>
      <w:proofErr w:type="spellStart"/>
      <w:r w:rsidRPr="007E0B20">
        <w:rPr>
          <w:lang w:val="en-US"/>
        </w:rPr>
        <w:t>chunks</w:t>
      </w:r>
      <w:proofErr w:type="spellEnd"/>
      <w:r w:rsidRPr="007E0B20">
        <w:rPr>
          <w:lang w:val="en-US"/>
        </w:rPr>
        <w:t xml:space="preserve"> to speed up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(bowtie2) mapping"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165770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C94C3C0" w14:textId="77777777" w:rsidR="007E0B20" w:rsidRPr="007E0B20" w:rsidRDefault="007E0B20" w:rsidP="007E0B20">
      <w:pPr>
        <w:rPr>
          <w:lang w:val="en-US"/>
        </w:rPr>
      </w:pPr>
    </w:p>
    <w:p w14:paraId="7226860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if [ -z "$parameter5" ]; then</w:t>
      </w:r>
    </w:p>
    <w:p w14:paraId="4AF075F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#no merge</w:t>
      </w:r>
    </w:p>
    <w:p w14:paraId="05EA39D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$parameter1; do</w:t>
      </w:r>
    </w:p>
    <w:p w14:paraId="05BA581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</w:t>
      </w:r>
    </w:p>
    <w:p w14:paraId="58D1E91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"/split_reads.py *_R1.fastq --</w:t>
      </w:r>
      <w:proofErr w:type="spellStart"/>
      <w:r w:rsidRPr="007E0B20">
        <w:rPr>
          <w:lang w:val="en-US"/>
        </w:rPr>
        <w:t>results_folder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 --</w:t>
      </w:r>
      <w:proofErr w:type="spellStart"/>
      <w:r w:rsidRPr="007E0B20">
        <w:rPr>
          <w:lang w:val="en-US"/>
        </w:rPr>
        <w:t>nreads</w:t>
      </w:r>
      <w:proofErr w:type="spellEnd"/>
      <w:r w:rsidRPr="007E0B20">
        <w:rPr>
          <w:lang w:val="en-US"/>
        </w:rPr>
        <w:t xml:space="preserve"> "$chunks"</w:t>
      </w:r>
    </w:p>
    <w:p w14:paraId="07E7A11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"/split_reads.py *_R2.fastq --</w:t>
      </w:r>
      <w:proofErr w:type="spellStart"/>
      <w:r w:rsidRPr="007E0B20">
        <w:rPr>
          <w:lang w:val="en-US"/>
        </w:rPr>
        <w:t>results_folder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 --</w:t>
      </w:r>
      <w:proofErr w:type="spellStart"/>
      <w:r w:rsidRPr="007E0B20">
        <w:rPr>
          <w:lang w:val="en-US"/>
        </w:rPr>
        <w:t>nreads</w:t>
      </w:r>
      <w:proofErr w:type="spellEnd"/>
      <w:r w:rsidRPr="007E0B20">
        <w:rPr>
          <w:lang w:val="en-US"/>
        </w:rPr>
        <w:t xml:space="preserve"> "$chunks"</w:t>
      </w:r>
    </w:p>
    <w:p w14:paraId="5C1C071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"s/_.*/_R1.fastq/")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"s/_.*/_R2.fastq/")</w:t>
      </w:r>
    </w:p>
    <w:p w14:paraId="3A48AA0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"going to next file"</w:t>
      </w:r>
    </w:p>
    <w:p w14:paraId="10AF18D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28580110" w14:textId="77777777" w:rsidR="007E0B20" w:rsidRPr="007E0B20" w:rsidRDefault="007E0B20" w:rsidP="007E0B20">
      <w:pPr>
        <w:rPr>
          <w:lang w:val="en-US"/>
        </w:rPr>
      </w:pPr>
    </w:p>
    <w:p w14:paraId="532D954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else</w:t>
      </w:r>
    </w:p>
    <w:p w14:paraId="16C5D10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#merged inputs</w:t>
      </w:r>
    </w:p>
    <w:p w14:paraId="3DF04D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$(grep -vi "$parameter5" "$parameter1"); do</w:t>
      </w:r>
    </w:p>
    <w:p w14:paraId="46E20EF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</w:t>
      </w:r>
    </w:p>
    <w:p w14:paraId="6965F1E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"/split_reads.py *_R1.fastq --</w:t>
      </w:r>
      <w:proofErr w:type="spellStart"/>
      <w:r w:rsidRPr="007E0B20">
        <w:rPr>
          <w:lang w:val="en-US"/>
        </w:rPr>
        <w:t>results_folder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 --</w:t>
      </w:r>
      <w:proofErr w:type="spellStart"/>
      <w:r w:rsidRPr="007E0B20">
        <w:rPr>
          <w:lang w:val="en-US"/>
        </w:rPr>
        <w:t>nreads</w:t>
      </w:r>
      <w:proofErr w:type="spellEnd"/>
      <w:r w:rsidRPr="007E0B20">
        <w:rPr>
          <w:lang w:val="en-US"/>
        </w:rPr>
        <w:t xml:space="preserve"> "$chunks"</w:t>
      </w:r>
    </w:p>
    <w:p w14:paraId="06FD02C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"/split_reads.py *_R2.fastq --</w:t>
      </w:r>
      <w:proofErr w:type="spellStart"/>
      <w:r w:rsidRPr="007E0B20">
        <w:rPr>
          <w:lang w:val="en-US"/>
        </w:rPr>
        <w:t>results_folder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 --</w:t>
      </w:r>
      <w:proofErr w:type="spellStart"/>
      <w:r w:rsidRPr="007E0B20">
        <w:rPr>
          <w:lang w:val="en-US"/>
        </w:rPr>
        <w:t>nreads</w:t>
      </w:r>
      <w:proofErr w:type="spellEnd"/>
      <w:r w:rsidRPr="007E0B20">
        <w:rPr>
          <w:lang w:val="en-US"/>
        </w:rPr>
        <w:t xml:space="preserve"> "$chunks"</w:t>
      </w:r>
    </w:p>
    <w:p w14:paraId="3360756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"s/_.*/_R1.fastq/")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"s/_.*/_R2.fastq/")</w:t>
      </w:r>
    </w:p>
    <w:p w14:paraId="16855DA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"going to next file"</w:t>
      </w:r>
    </w:p>
    <w:p w14:paraId="1566394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0DAFB3A2" w14:textId="77777777" w:rsidR="007E0B20" w:rsidRPr="007E0B20" w:rsidRDefault="007E0B20" w:rsidP="007E0B20">
      <w:pPr>
        <w:rPr>
          <w:lang w:val="en-US"/>
        </w:rPr>
      </w:pPr>
    </w:p>
    <w:p w14:paraId="288AFDB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/Merged-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-input</w:t>
      </w:r>
    </w:p>
    <w:p w14:paraId="7734CB6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"/split_reads.py Merged-HiC-input_R1.fastq --</w:t>
      </w:r>
      <w:proofErr w:type="spellStart"/>
      <w:r w:rsidRPr="007E0B20">
        <w:rPr>
          <w:lang w:val="en-US"/>
        </w:rPr>
        <w:t>results_folder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/Merged-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-input --</w:t>
      </w:r>
      <w:proofErr w:type="spellStart"/>
      <w:r w:rsidRPr="007E0B20">
        <w:rPr>
          <w:lang w:val="en-US"/>
        </w:rPr>
        <w:t>nreads</w:t>
      </w:r>
      <w:proofErr w:type="spellEnd"/>
      <w:r w:rsidRPr="007E0B20">
        <w:rPr>
          <w:lang w:val="en-US"/>
        </w:rPr>
        <w:t xml:space="preserve"> "$chunks"</w:t>
      </w:r>
    </w:p>
    <w:p w14:paraId="3F6BC11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"/split_reads.py Merged-HiC-input_R2.fastq --</w:t>
      </w:r>
      <w:proofErr w:type="spellStart"/>
      <w:r w:rsidRPr="007E0B20">
        <w:rPr>
          <w:lang w:val="en-US"/>
        </w:rPr>
        <w:t>results_folder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>/Merged-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-input --</w:t>
      </w:r>
      <w:proofErr w:type="spellStart"/>
      <w:r w:rsidRPr="007E0B20">
        <w:rPr>
          <w:lang w:val="en-US"/>
        </w:rPr>
        <w:t>nreads</w:t>
      </w:r>
      <w:proofErr w:type="spellEnd"/>
      <w:r w:rsidRPr="007E0B20">
        <w:rPr>
          <w:lang w:val="en-US"/>
        </w:rPr>
        <w:t xml:space="preserve"> "$chunks"</w:t>
      </w:r>
    </w:p>
    <w:p w14:paraId="23DAD89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rm Merged-HiC-input_R1.fastq Merged-HiC-input_R2.fastq</w:t>
      </w:r>
    </w:p>
    <w:p w14:paraId="1DB3AE70" w14:textId="77777777" w:rsidR="007E0B20" w:rsidRPr="007E0B20" w:rsidRDefault="007E0B20" w:rsidP="007E0B20">
      <w:pPr>
        <w:rPr>
          <w:lang w:val="en-US"/>
        </w:rPr>
      </w:pPr>
    </w:p>
    <w:p w14:paraId="1137BE2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</w:t>
      </w:r>
    </w:p>
    <w:p w14:paraId="2286B23D" w14:textId="77777777" w:rsidR="007E0B20" w:rsidRPr="007E0B20" w:rsidRDefault="007E0B20" w:rsidP="007E0B20">
      <w:pPr>
        <w:rPr>
          <w:lang w:val="en-US"/>
        </w:rPr>
      </w:pPr>
    </w:p>
    <w:p w14:paraId="2470A05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#from now on the parameter 5 (merge or not inputs) will not require further attention</w:t>
      </w:r>
    </w:p>
    <w:p w14:paraId="0FC4A6D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#how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 xml:space="preserve"> will be </w:t>
      </w:r>
      <w:proofErr w:type="spellStart"/>
      <w:r w:rsidRPr="007E0B20">
        <w:rPr>
          <w:lang w:val="en-US"/>
        </w:rPr>
        <w:t>perfomed</w:t>
      </w:r>
      <w:proofErr w:type="spellEnd"/>
      <w:r w:rsidRPr="007E0B20">
        <w:rPr>
          <w:lang w:val="en-US"/>
        </w:rPr>
        <w:t>: nothing or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number or mm10 </w:t>
      </w:r>
      <w:proofErr w:type="spellStart"/>
      <w:r w:rsidRPr="007E0B20">
        <w:rPr>
          <w:lang w:val="en-US"/>
        </w:rPr>
        <w:t>spikein</w:t>
      </w:r>
      <w:proofErr w:type="spellEnd"/>
      <w:r w:rsidRPr="007E0B20">
        <w:rPr>
          <w:lang w:val="en-US"/>
        </w:rPr>
        <w:t xml:space="preserve"> ratio?</w:t>
      </w:r>
    </w:p>
    <w:p w14:paraId="06424408" w14:textId="77777777" w:rsidR="007E0B20" w:rsidRPr="007E0B20" w:rsidRDefault="007E0B20" w:rsidP="007E0B20">
      <w:pPr>
        <w:rPr>
          <w:lang w:val="en-US"/>
        </w:rPr>
      </w:pPr>
    </w:p>
    <w:p w14:paraId="37388EE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if [ "$parameter7" = "NADA" ]; then</w:t>
      </w:r>
    </w:p>
    <w:p w14:paraId="0FCFA710" w14:textId="77777777" w:rsidR="007E0B20" w:rsidRPr="007E0B20" w:rsidRDefault="007E0B20" w:rsidP="007E0B20">
      <w:pPr>
        <w:rPr>
          <w:lang w:val="en-US"/>
        </w:rPr>
      </w:pPr>
    </w:p>
    <w:p w14:paraId="2C48D48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10EE07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2C70F4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9A0DD0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all steps"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B4CEFA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193F85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4ABB33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A0838D9" w14:textId="77777777" w:rsidR="007E0B20" w:rsidRPr="007E0B20" w:rsidRDefault="007E0B20" w:rsidP="007E0B20">
      <w:pPr>
        <w:rPr>
          <w:lang w:val="en-US"/>
        </w:rPr>
      </w:pPr>
    </w:p>
    <w:p w14:paraId="3879C92E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 xml:space="preserve"> -o "$parameter3"/HiCPro_"$parameter8"_"$today" -c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/"$parameter4" 2&gt;&gt;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327B637" w14:textId="77777777" w:rsidR="007E0B20" w:rsidRPr="007E0B20" w:rsidRDefault="007E0B20" w:rsidP="007E0B20">
      <w:pPr>
        <w:rPr>
          <w:lang w:val="en-US"/>
        </w:rPr>
      </w:pPr>
    </w:p>
    <w:p w14:paraId="158620EB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elif</w:t>
      </w:r>
      <w:proofErr w:type="spellEnd"/>
      <w:r w:rsidRPr="007E0B20">
        <w:rPr>
          <w:lang w:val="en-US"/>
        </w:rPr>
        <w:t xml:space="preserve"> [ "$parameter7" = "READS" ]; then</w:t>
      </w:r>
    </w:p>
    <w:p w14:paraId="55A98F0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number </w:t>
      </w:r>
      <w:proofErr w:type="spellStart"/>
      <w:r w:rsidRPr="007E0B20">
        <w:rPr>
          <w:lang w:val="en-US"/>
        </w:rPr>
        <w:t>normalisation</w:t>
      </w:r>
      <w:proofErr w:type="spellEnd"/>
    </w:p>
    <w:p w14:paraId="64E17142" w14:textId="77777777" w:rsidR="007E0B20" w:rsidRPr="007E0B20" w:rsidRDefault="007E0B20" w:rsidP="007E0B20">
      <w:pPr>
        <w:rPr>
          <w:lang w:val="en-US"/>
        </w:rPr>
      </w:pPr>
    </w:p>
    <w:p w14:paraId="37C2F02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#HiC-Pro</w:t>
      </w:r>
    </w:p>
    <w:p w14:paraId="4C83053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96B158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C257EA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78F01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-Pro step wise from map to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 xml:space="preserve"> point (.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)"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B9F5BF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B98537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DC61D2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4590164" w14:textId="77777777" w:rsidR="007E0B20" w:rsidRPr="007E0B20" w:rsidRDefault="007E0B20" w:rsidP="007E0B20">
      <w:pPr>
        <w:rPr>
          <w:lang w:val="en-US"/>
        </w:rPr>
      </w:pPr>
    </w:p>
    <w:p w14:paraId="359710DA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 xml:space="preserve"> -o "$parameter3"/HiCPro_"$parameter8"_"$today" -c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 xml:space="preserve">/"$parameter4" -s mapping -s </w:t>
      </w:r>
      <w:proofErr w:type="spellStart"/>
      <w:r w:rsidRPr="007E0B20">
        <w:rPr>
          <w:lang w:val="en-US"/>
        </w:rPr>
        <w:t>proc_hic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quality_checks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merge_persample</w:t>
      </w:r>
      <w:proofErr w:type="spellEnd"/>
      <w:r w:rsidRPr="007E0B20">
        <w:rPr>
          <w:lang w:val="en-US"/>
        </w:rPr>
        <w:t xml:space="preserve"> 2&gt;&gt;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F6E4585" w14:textId="77777777" w:rsidR="007E0B20" w:rsidRPr="007E0B20" w:rsidRDefault="007E0B20" w:rsidP="007E0B20">
      <w:pPr>
        <w:rPr>
          <w:lang w:val="en-US"/>
        </w:rPr>
      </w:pPr>
    </w:p>
    <w:p w14:paraId="446E06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C0456A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D7CF2A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Samples will be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 by total number of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D769E8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AAD80E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D371D8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6745DF7" w14:textId="77777777" w:rsidR="007E0B20" w:rsidRPr="007E0B20" w:rsidRDefault="007E0B20" w:rsidP="007E0B20">
      <w:pPr>
        <w:rPr>
          <w:lang w:val="en-US"/>
        </w:rPr>
      </w:pPr>
    </w:p>
    <w:p w14:paraId="1945C71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$(find "$parameter3"/HiCPro_"$parameter8"_"$today" -type f -name '*.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'); do</w:t>
      </w:r>
    </w:p>
    <w:p w14:paraId="24F3889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$(</w:t>
      </w:r>
      <w:proofErr w:type="spellStart"/>
      <w:r w:rsidRPr="007E0B20">
        <w:rPr>
          <w:lang w:val="en-US"/>
        </w:rPr>
        <w:t>dirname</w:t>
      </w:r>
      <w:proofErr w:type="spellEnd"/>
      <w:r w:rsidRPr="007E0B20">
        <w:rPr>
          <w:lang w:val="en-US"/>
        </w:rPr>
        <w:t xml:space="preserve"> "$sample")</w:t>
      </w:r>
    </w:p>
    <w:p w14:paraId="2DCBA40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 number of interactions:"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8618473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lastRenderedPageBreak/>
        <w:t>wc</w:t>
      </w:r>
      <w:proofErr w:type="spellEnd"/>
      <w:r w:rsidRPr="007E0B20">
        <w:rPr>
          <w:lang w:val="en-US"/>
        </w:rPr>
        <w:t xml:space="preserve"> -l "$sample" | cut -f1 -d" " | tee -a "$parameter3"/log_stats/interactions_number_"$parameter8"_TEMPORARIO.txt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023280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FC3CFA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46018F69" w14:textId="77777777" w:rsidR="007E0B20" w:rsidRPr="007E0B20" w:rsidRDefault="007E0B20" w:rsidP="007E0B20">
      <w:pPr>
        <w:rPr>
          <w:lang w:val="en-US"/>
        </w:rPr>
      </w:pPr>
    </w:p>
    <w:p w14:paraId="44E777E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min1=$(sort -n "$parameter3"/log_stats/interactions_number_"$parameter8"_TEMPORARIO.txt | head -1)</w:t>
      </w:r>
    </w:p>
    <w:p w14:paraId="7EEF9AB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90ED7A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9745A5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"Samples will be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 by $min1 interactions"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FBB982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AC9A98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57955D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seeding=0</w:t>
      </w:r>
    </w:p>
    <w:p w14:paraId="7ADF02F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$(find "$parameter3"/HiCPro_"$parameter8"_"$today" -type f -name '*.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'); do</w:t>
      </w:r>
    </w:p>
    <w:p w14:paraId="588223E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$(</w:t>
      </w:r>
      <w:proofErr w:type="spellStart"/>
      <w:r w:rsidRPr="007E0B20">
        <w:rPr>
          <w:lang w:val="en-US"/>
        </w:rPr>
        <w:t>dirname</w:t>
      </w:r>
      <w:proofErr w:type="spellEnd"/>
      <w:r w:rsidRPr="007E0B20">
        <w:rPr>
          <w:lang w:val="en-US"/>
        </w:rPr>
        <w:t xml:space="preserve"> "$sample")</w:t>
      </w:r>
    </w:p>
    <w:p w14:paraId="13A87B7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"working on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"$sample")"</w:t>
      </w:r>
    </w:p>
    <w:p w14:paraId="419615B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#function to store seed</w:t>
      </w:r>
    </w:p>
    <w:p w14:paraId="35CC0D3C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get_seeded_random</w:t>
      </w:r>
      <w:proofErr w:type="spellEnd"/>
      <w:r w:rsidRPr="007E0B20">
        <w:rPr>
          <w:lang w:val="en-US"/>
        </w:rPr>
        <w:t>()</w:t>
      </w:r>
    </w:p>
    <w:p w14:paraId="702485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{</w:t>
      </w:r>
    </w:p>
    <w:p w14:paraId="441002E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</w:t>
      </w:r>
      <w:proofErr w:type="spellStart"/>
      <w:r w:rsidRPr="007E0B20">
        <w:rPr>
          <w:lang w:val="en-US"/>
        </w:rPr>
        <w:t>pickrandom</w:t>
      </w:r>
      <w:proofErr w:type="spellEnd"/>
      <w:r w:rsidRPr="007E0B20">
        <w:rPr>
          <w:lang w:val="en-US"/>
        </w:rPr>
        <w:t>="$1"</w:t>
      </w:r>
    </w:p>
    <w:p w14:paraId="354D56E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</w:t>
      </w:r>
      <w:proofErr w:type="spellStart"/>
      <w:r w:rsidRPr="007E0B20">
        <w:rPr>
          <w:lang w:val="en-US"/>
        </w:rPr>
        <w:t>openssl</w:t>
      </w:r>
      <w:proofErr w:type="spellEnd"/>
      <w:r w:rsidRPr="007E0B20">
        <w:rPr>
          <w:lang w:val="en-US"/>
        </w:rPr>
        <w:t xml:space="preserve"> enc -aes-256-ctr -pass pass:"$</w:t>
      </w:r>
      <w:proofErr w:type="spellStart"/>
      <w:r w:rsidRPr="007E0B20">
        <w:rPr>
          <w:lang w:val="en-US"/>
        </w:rPr>
        <w:t>pickrandom</w:t>
      </w:r>
      <w:proofErr w:type="spellEnd"/>
      <w:r w:rsidRPr="007E0B20">
        <w:rPr>
          <w:lang w:val="en-US"/>
        </w:rPr>
        <w:t>" -</w:t>
      </w:r>
      <w:proofErr w:type="spellStart"/>
      <w:r w:rsidRPr="007E0B20">
        <w:rPr>
          <w:lang w:val="en-US"/>
        </w:rPr>
        <w:t>nosalt</w:t>
      </w:r>
      <w:proofErr w:type="spellEnd"/>
      <w:r w:rsidRPr="007E0B20">
        <w:rPr>
          <w:lang w:val="en-US"/>
        </w:rPr>
        <w:t xml:space="preserve"> \</w:t>
      </w:r>
    </w:p>
    <w:p w14:paraId="730AB73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&lt;/dev/zero 2&gt;/dev/null</w:t>
      </w:r>
    </w:p>
    <w:p w14:paraId="7D23FC7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}</w:t>
      </w:r>
    </w:p>
    <w:p w14:paraId="68995DA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 automatic seed generation, which "date" </w:t>
      </w:r>
      <w:proofErr w:type="spellStart"/>
      <w:r w:rsidRPr="007E0B20">
        <w:rPr>
          <w:lang w:val="en-US"/>
        </w:rPr>
        <w:t>HourMinuteSecondDayMonthYear</w:t>
      </w:r>
      <w:proofErr w:type="spellEnd"/>
      <w:r w:rsidRPr="007E0B20">
        <w:rPr>
          <w:lang w:val="en-US"/>
        </w:rPr>
        <w:t xml:space="preserve"> + "seeding" out and within the loop makes each seed unique</w:t>
      </w:r>
    </w:p>
    <w:p w14:paraId="5EABF78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seeding=$(expr $(date +"%</w:t>
      </w:r>
      <w:proofErr w:type="spellStart"/>
      <w:r w:rsidRPr="007E0B20">
        <w:rPr>
          <w:lang w:val="en-US"/>
        </w:rPr>
        <w:t>H%M%S%d%m%Y</w:t>
      </w:r>
      <w:proofErr w:type="spellEnd"/>
      <w:r w:rsidRPr="007E0B20">
        <w:rPr>
          <w:lang w:val="en-US"/>
        </w:rPr>
        <w:t>") + "$seeding")</w:t>
      </w:r>
    </w:p>
    <w:p w14:paraId="0644315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1269A8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-e "$sample \n seed $seeding"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102C31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sort -k2,2V -k3,3n "$sample" | </w:t>
      </w:r>
      <w:proofErr w:type="spellStart"/>
      <w:r w:rsidRPr="007E0B20">
        <w:rPr>
          <w:lang w:val="en-US"/>
        </w:rPr>
        <w:t>shuf</w:t>
      </w:r>
      <w:proofErr w:type="spellEnd"/>
      <w:r w:rsidRPr="007E0B20">
        <w:rPr>
          <w:lang w:val="en-US"/>
        </w:rPr>
        <w:t xml:space="preserve"> --random-source=&lt;(</w:t>
      </w:r>
      <w:proofErr w:type="spellStart"/>
      <w:r w:rsidRPr="007E0B20">
        <w:rPr>
          <w:lang w:val="en-US"/>
        </w:rPr>
        <w:t>get_seeded_random</w:t>
      </w:r>
      <w:proofErr w:type="spellEnd"/>
      <w:r w:rsidRPr="007E0B20">
        <w:rPr>
          <w:lang w:val="en-US"/>
        </w:rPr>
        <w:t xml:space="preserve"> "$seeding") | head -n "$min1" | sort -k2,2V -k3,3n &gt;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/_</w:t>
      </w:r>
      <w:proofErr w:type="spellStart"/>
      <w:r w:rsidRPr="007E0B20">
        <w:rPr>
          <w:lang w:val="en-US"/>
        </w:rPr>
        <w:t>norm.allValidPairs</w:t>
      </w:r>
      <w:proofErr w:type="spellEnd"/>
      <w:r w:rsidRPr="007E0B20">
        <w:rPr>
          <w:lang w:val="en-US"/>
        </w:rPr>
        <w:t>/")</w:t>
      </w:r>
    </w:p>
    <w:p w14:paraId="220272D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#changing file extension of not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to avoid conflicts in the next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call</w:t>
      </w:r>
    </w:p>
    <w:p w14:paraId="52FB82B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mv "$sample"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/.</w:t>
      </w:r>
      <w:proofErr w:type="spellStart"/>
      <w:r w:rsidRPr="007E0B20">
        <w:rPr>
          <w:lang w:val="en-US"/>
        </w:rPr>
        <w:t>notnormpairs</w:t>
      </w:r>
      <w:proofErr w:type="spellEnd"/>
      <w:r w:rsidRPr="007E0B20">
        <w:rPr>
          <w:lang w:val="en-US"/>
        </w:rPr>
        <w:t>/")</w:t>
      </w:r>
    </w:p>
    <w:p w14:paraId="15D332B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624DC78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CECB4E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FE5BFF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C032939" w14:textId="77777777" w:rsidR="007E0B20" w:rsidRPr="007E0B20" w:rsidRDefault="007E0B20" w:rsidP="007E0B20">
      <w:pPr>
        <w:rPr>
          <w:lang w:val="en-US"/>
        </w:rPr>
      </w:pPr>
    </w:p>
    <w:p w14:paraId="10514128" w14:textId="77777777" w:rsidR="007E0B20" w:rsidRPr="007E0B20" w:rsidRDefault="007E0B20" w:rsidP="007E0B20">
      <w:pPr>
        <w:rPr>
          <w:lang w:val="en-US"/>
        </w:rPr>
      </w:pPr>
    </w:p>
    <w:p w14:paraId="183D60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 Continuing with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</w:t>
      </w:r>
    </w:p>
    <w:p w14:paraId="0599540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639F49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86A74A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-Pro step wise from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 xml:space="preserve"> point (.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) to matrix"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70A961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C2CE59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171C28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43F9C1E" w14:textId="77777777" w:rsidR="007E0B20" w:rsidRPr="007E0B20" w:rsidRDefault="007E0B20" w:rsidP="007E0B20">
      <w:pPr>
        <w:rPr>
          <w:lang w:val="en-US"/>
        </w:rPr>
      </w:pPr>
    </w:p>
    <w:p w14:paraId="3754E8CA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hic_results</w:t>
      </w:r>
      <w:proofErr w:type="spellEnd"/>
      <w:r w:rsidRPr="007E0B20">
        <w:rPr>
          <w:lang w:val="en-US"/>
        </w:rPr>
        <w:t>/data/ -o "$parameter3"/HiCPro_"$parameter8"_"$today" -c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 xml:space="preserve">/"$parameter4" -s </w:t>
      </w:r>
      <w:proofErr w:type="spellStart"/>
      <w:r w:rsidRPr="007E0B20">
        <w:rPr>
          <w:lang w:val="en-US"/>
        </w:rPr>
        <w:t>build_contact_maps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ice_norm</w:t>
      </w:r>
      <w:proofErr w:type="spellEnd"/>
      <w:r w:rsidRPr="007E0B20">
        <w:rPr>
          <w:lang w:val="en-US"/>
        </w:rPr>
        <w:t xml:space="preserve"> 2&gt;&gt;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F736892" w14:textId="77777777" w:rsidR="007E0B20" w:rsidRPr="007E0B20" w:rsidRDefault="007E0B20" w:rsidP="007E0B20">
      <w:pPr>
        <w:rPr>
          <w:lang w:val="en-US"/>
        </w:rPr>
      </w:pPr>
    </w:p>
    <w:p w14:paraId="197F850E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elif</w:t>
      </w:r>
      <w:proofErr w:type="spellEnd"/>
      <w:r w:rsidRPr="007E0B20">
        <w:rPr>
          <w:lang w:val="en-US"/>
        </w:rPr>
        <w:t xml:space="preserve"> [ "$parameter7" = "HiCPro_mm10_configuration.txt" ]; then</w:t>
      </w:r>
    </w:p>
    <w:p w14:paraId="4C201FA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spike in </w:t>
      </w:r>
      <w:proofErr w:type="spellStart"/>
      <w:r w:rsidRPr="007E0B20">
        <w:rPr>
          <w:lang w:val="en-US"/>
        </w:rPr>
        <w:t>normalisation</w:t>
      </w:r>
      <w:proofErr w:type="spellEnd"/>
    </w:p>
    <w:p w14:paraId="076B6B5E" w14:textId="77777777" w:rsidR="007E0B20" w:rsidRPr="007E0B20" w:rsidRDefault="007E0B20" w:rsidP="007E0B20">
      <w:pPr>
        <w:rPr>
          <w:lang w:val="en-US"/>
        </w:rPr>
      </w:pPr>
    </w:p>
    <w:p w14:paraId="3F02A7E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3EF151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608EF9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FDC64B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-Pro step wise from map to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 xml:space="preserve"> point (.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)"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0FEFA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F68F42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86ADE3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6DB0B31" w14:textId="77777777" w:rsidR="007E0B20" w:rsidRPr="007E0B20" w:rsidRDefault="007E0B20" w:rsidP="007E0B20">
      <w:pPr>
        <w:rPr>
          <w:lang w:val="en-US"/>
        </w:rPr>
      </w:pPr>
    </w:p>
    <w:p w14:paraId="5C492746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 xml:space="preserve"> -o "$parameter3"/HiCPro_"$parameter8"_"$today" -c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 xml:space="preserve">/"$parameter4" -s mapping -s </w:t>
      </w:r>
      <w:proofErr w:type="spellStart"/>
      <w:r w:rsidRPr="007E0B20">
        <w:rPr>
          <w:lang w:val="en-US"/>
        </w:rPr>
        <w:t>proc_hic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quality_checks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merge_persample</w:t>
      </w:r>
      <w:proofErr w:type="spellEnd"/>
      <w:r w:rsidRPr="007E0B20">
        <w:rPr>
          <w:lang w:val="en-US"/>
        </w:rPr>
        <w:t xml:space="preserve"> 2&gt;&gt;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D74856A" w14:textId="77777777" w:rsidR="007E0B20" w:rsidRPr="007E0B20" w:rsidRDefault="007E0B20" w:rsidP="007E0B20">
      <w:pPr>
        <w:rPr>
          <w:lang w:val="en-US"/>
        </w:rPr>
      </w:pPr>
    </w:p>
    <w:p w14:paraId="7A2F1D4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C84257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49DD78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Samples will be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 by the ratio of mm10 with least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 its mm10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x hg19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662A17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0D97EC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2E1F16F" w14:textId="77777777" w:rsidR="007E0B20" w:rsidRPr="007E0B20" w:rsidRDefault="007E0B20" w:rsidP="007E0B20">
      <w:pPr>
        <w:rPr>
          <w:lang w:val="en-US"/>
        </w:rPr>
      </w:pPr>
    </w:p>
    <w:p w14:paraId="10F8184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8C907C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number in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before spike-in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>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33D4EC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2038262" w14:textId="77777777" w:rsidR="007E0B20" w:rsidRPr="007E0B20" w:rsidRDefault="007E0B20" w:rsidP="007E0B20">
      <w:pPr>
        <w:rPr>
          <w:lang w:val="en-US"/>
        </w:rPr>
      </w:pPr>
    </w:p>
    <w:p w14:paraId="2BADA08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$(find "$parameter3"/HiCPro_"$parameter8"_"$today" -type f -name '*.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'); do</w:t>
      </w:r>
    </w:p>
    <w:p w14:paraId="3EF413F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cd $(</w:t>
      </w:r>
      <w:proofErr w:type="spellStart"/>
      <w:r w:rsidRPr="007E0B20">
        <w:rPr>
          <w:lang w:val="en-US"/>
        </w:rPr>
        <w:t>dirname</w:t>
      </w:r>
      <w:proofErr w:type="spellEnd"/>
      <w:r w:rsidRPr="007E0B20">
        <w:rPr>
          <w:lang w:val="en-US"/>
        </w:rPr>
        <w:t xml:space="preserve"> "$sample")</w:t>
      </w:r>
    </w:p>
    <w:p w14:paraId="34AFAC8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27B5651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wc</w:t>
      </w:r>
      <w:proofErr w:type="spellEnd"/>
      <w:r w:rsidRPr="007E0B20">
        <w:rPr>
          <w:lang w:val="en-US"/>
        </w:rPr>
        <w:t xml:space="preserve"> -l "$sample" | cut -f1 -d"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0AB4B0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669163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2886264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D784E82" w14:textId="77777777" w:rsidR="007E0B20" w:rsidRPr="007E0B20" w:rsidRDefault="007E0B20" w:rsidP="007E0B20">
      <w:pPr>
        <w:rPr>
          <w:lang w:val="en-US"/>
        </w:rPr>
      </w:pPr>
    </w:p>
    <w:p w14:paraId="4B68B8B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#HiCpro map mm10 to generate spike-in .</w:t>
      </w:r>
      <w:proofErr w:type="spellStart"/>
      <w:r w:rsidRPr="007E0B20">
        <w:rPr>
          <w:lang w:val="en-US"/>
        </w:rPr>
        <w:t>allValidPairs</w:t>
      </w:r>
      <w:proofErr w:type="spellEnd"/>
    </w:p>
    <w:p w14:paraId="0B82A550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raw_data</w:t>
      </w:r>
      <w:proofErr w:type="spellEnd"/>
      <w:r w:rsidRPr="007E0B20">
        <w:rPr>
          <w:lang w:val="en-US"/>
        </w:rPr>
        <w:t xml:space="preserve"> -o "$parameter3"/HiCPro_mm10_"$today" -c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 xml:space="preserve">/"$parameter7" -s mapping -s </w:t>
      </w:r>
      <w:proofErr w:type="spellStart"/>
      <w:r w:rsidRPr="007E0B20">
        <w:rPr>
          <w:lang w:val="en-US"/>
        </w:rPr>
        <w:t>proc_hic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quality_checks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merge_persample</w:t>
      </w:r>
      <w:proofErr w:type="spellEnd"/>
      <w:r w:rsidRPr="007E0B20">
        <w:rPr>
          <w:lang w:val="en-US"/>
        </w:rPr>
        <w:t xml:space="preserve"> 2&gt;&gt;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E0CB253" w14:textId="77777777" w:rsidR="007E0B20" w:rsidRPr="007E0B20" w:rsidRDefault="007E0B20" w:rsidP="007E0B20">
      <w:pPr>
        <w:rPr>
          <w:lang w:val="en-US"/>
        </w:rPr>
      </w:pPr>
    </w:p>
    <w:p w14:paraId="3821DFD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694EBB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number of interactions in spike-in and after spike-in removal"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A2460B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09F29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#remove mm10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from hg19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and discovering mm10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with less interactions to use as min</w:t>
      </w:r>
    </w:p>
    <w:p w14:paraId="74F564C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$(find "$parameter3"/HiCPro_"$parameter8"_"$today" -type f -name '*.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'); do</w:t>
      </w:r>
    </w:p>
    <w:p w14:paraId="0529115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$(</w:t>
      </w:r>
      <w:proofErr w:type="spellStart"/>
      <w:r w:rsidRPr="007E0B20">
        <w:rPr>
          <w:lang w:val="en-US"/>
        </w:rPr>
        <w:t>dirname</w:t>
      </w:r>
      <w:proofErr w:type="spellEnd"/>
      <w:r w:rsidRPr="007E0B20">
        <w:rPr>
          <w:lang w:val="en-US"/>
        </w:rPr>
        <w:t xml:space="preserve"> "$sample")</w:t>
      </w:r>
    </w:p>
    <w:p w14:paraId="138A5DF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awk 'FNR==NR{a[$1];next};!($1 in a)' $(echo "$sample" | sed "s#HiCPro_"$parameter8"_"$today"#HiCPro_mm10_"$today"#") "$sample" &gt; $(echo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/_"$parameter8"_TEMPORARIO.allValidPairs/")</w:t>
      </w:r>
    </w:p>
    <w:p w14:paraId="3E43AB2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 number of mm10 interactions:"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0958D2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wc</w:t>
      </w:r>
      <w:proofErr w:type="spellEnd"/>
      <w:r w:rsidRPr="007E0B20">
        <w:rPr>
          <w:lang w:val="en-US"/>
        </w:rPr>
        <w:t xml:space="preserve"> -l $(echo "$sample" | sed "s#HiCPro_"$parameter8"_"$today"#HiCPro_mm10_"$today"#") | cut -f1 -d" 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/interactions_number_mm10_TEMPORARIO.txt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2A15AD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326A8D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"s/_.*//") number of "$parameter8" valid pairs after mm10 interactions removal:"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D275B68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wc</w:t>
      </w:r>
      <w:proofErr w:type="spellEnd"/>
      <w:r w:rsidRPr="007E0B20">
        <w:rPr>
          <w:lang w:val="en-US"/>
        </w:rPr>
        <w:t xml:space="preserve"> -l $(echo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/_"$parameter8"_TEMPORARIO.allValidPairs/") | cut -f1 -d"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9EA537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D90B5E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63A019B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00677FE" w14:textId="77777777" w:rsidR="007E0B20" w:rsidRPr="007E0B20" w:rsidRDefault="007E0B20" w:rsidP="007E0B20">
      <w:pPr>
        <w:rPr>
          <w:lang w:val="en-US"/>
        </w:rPr>
      </w:pPr>
    </w:p>
    <w:p w14:paraId="6335F2D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min1=$(sort -n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/interactions_number_mm10_TEMPORARIO.txt | head -1)</w:t>
      </w:r>
    </w:p>
    <w:p w14:paraId="27B1D1F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BD18D0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Samples will be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 by the ratio with $min1 mice interactions"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11B651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302C5DA" w14:textId="77777777" w:rsidR="007E0B20" w:rsidRPr="007E0B20" w:rsidRDefault="007E0B20" w:rsidP="007E0B20">
      <w:pPr>
        <w:rPr>
          <w:lang w:val="en-US"/>
        </w:rPr>
      </w:pPr>
    </w:p>
    <w:p w14:paraId="4C6D1E8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#HiCpro hg19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</w:t>
      </w:r>
      <w:proofErr w:type="spellStart"/>
      <w:r w:rsidRPr="007E0B20">
        <w:rPr>
          <w:lang w:val="en-US"/>
        </w:rPr>
        <w:t>spikein</w:t>
      </w:r>
      <w:proofErr w:type="spellEnd"/>
      <w:r w:rsidRPr="007E0B20">
        <w:rPr>
          <w:lang w:val="en-US"/>
        </w:rPr>
        <w:t xml:space="preserve"> </w:t>
      </w:r>
      <w:proofErr w:type="spellStart"/>
      <w:r w:rsidRPr="007E0B20">
        <w:rPr>
          <w:lang w:val="en-US"/>
        </w:rPr>
        <w:t>normalise</w:t>
      </w:r>
      <w:proofErr w:type="spellEnd"/>
      <w:r w:rsidRPr="007E0B20">
        <w:rPr>
          <w:lang w:val="en-US"/>
        </w:rPr>
        <w:t>: ratio of its mm10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 mm10 with least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x hg19 .</w:t>
      </w:r>
      <w:proofErr w:type="spellStart"/>
      <w:r w:rsidRPr="007E0B20">
        <w:rPr>
          <w:lang w:val="en-US"/>
        </w:rPr>
        <w:t>allValidPairs</w:t>
      </w:r>
      <w:proofErr w:type="spellEnd"/>
    </w:p>
    <w:p w14:paraId="1137FA5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seeding=0</w:t>
      </w:r>
    </w:p>
    <w:p w14:paraId="2B8B3C9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for sample in $(find "$parameter3"/HiCPro_"$parameter8"_"$today" -type f -name '*.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' ! -name "*TEMPORARIO*"); do</w:t>
      </w:r>
    </w:p>
    <w:p w14:paraId="17A018B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$(</w:t>
      </w:r>
      <w:proofErr w:type="spellStart"/>
      <w:r w:rsidRPr="007E0B20">
        <w:rPr>
          <w:lang w:val="en-US"/>
        </w:rPr>
        <w:t>dirname</w:t>
      </w:r>
      <w:proofErr w:type="spellEnd"/>
      <w:r w:rsidRPr="007E0B20">
        <w:rPr>
          <w:lang w:val="en-US"/>
        </w:rPr>
        <w:t xml:space="preserve"> "$sample")</w:t>
      </w:r>
    </w:p>
    <w:p w14:paraId="73DFFBB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"working on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"$sample")"</w:t>
      </w:r>
    </w:p>
    <w:p w14:paraId="72C97FC3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spikem</w:t>
      </w:r>
      <w:proofErr w:type="spellEnd"/>
      <w:r w:rsidRPr="007E0B20">
        <w:rPr>
          <w:lang w:val="en-US"/>
        </w:rPr>
        <w:t>=$(</w:t>
      </w:r>
      <w:proofErr w:type="spellStart"/>
      <w:r w:rsidRPr="007E0B20">
        <w:rPr>
          <w:lang w:val="en-US"/>
        </w:rPr>
        <w:t>wc</w:t>
      </w:r>
      <w:proofErr w:type="spellEnd"/>
      <w:r w:rsidRPr="007E0B20">
        <w:rPr>
          <w:lang w:val="en-US"/>
        </w:rPr>
        <w:t xml:space="preserve"> -l $(echo "$sample" | sed "s#HiCPro_"$parameter8"_"$today"#HiCPro_mm10_"$today"#") | cut -f1 -d" " )</w:t>
      </w:r>
    </w:p>
    <w:p w14:paraId="373750A7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genomeh</w:t>
      </w:r>
      <w:proofErr w:type="spellEnd"/>
      <w:r w:rsidRPr="007E0B20">
        <w:rPr>
          <w:lang w:val="en-US"/>
        </w:rPr>
        <w:t>=$(</w:t>
      </w:r>
      <w:proofErr w:type="spellStart"/>
      <w:r w:rsidRPr="007E0B20">
        <w:rPr>
          <w:lang w:val="en-US"/>
        </w:rPr>
        <w:t>wc</w:t>
      </w:r>
      <w:proofErr w:type="spellEnd"/>
      <w:r w:rsidRPr="007E0B20">
        <w:rPr>
          <w:lang w:val="en-US"/>
        </w:rPr>
        <w:t xml:space="preserve"> -l $(echo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/_"$parameter8"_TEMPORARIO.allValidPairs/") | cut -f1 -d" ")</w:t>
      </w:r>
    </w:p>
    <w:p w14:paraId="601DF76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ratio=$(awk "BEGIN { a = $min1; b = $</w:t>
      </w:r>
      <w:proofErr w:type="spellStart"/>
      <w:r w:rsidRPr="007E0B20">
        <w:rPr>
          <w:lang w:val="en-US"/>
        </w:rPr>
        <w:t>spikem</w:t>
      </w:r>
      <w:proofErr w:type="spellEnd"/>
      <w:r w:rsidRPr="007E0B20">
        <w:rPr>
          <w:lang w:val="en-US"/>
        </w:rPr>
        <w:t>; d = $</w:t>
      </w:r>
      <w:proofErr w:type="spellStart"/>
      <w:r w:rsidRPr="007E0B20">
        <w:rPr>
          <w:lang w:val="en-US"/>
        </w:rPr>
        <w:t>genomeh</w:t>
      </w:r>
      <w:proofErr w:type="spellEnd"/>
      <w:r w:rsidRPr="007E0B20">
        <w:rPr>
          <w:lang w:val="en-US"/>
        </w:rPr>
        <w:t xml:space="preserve">; </w:t>
      </w:r>
      <w:proofErr w:type="spellStart"/>
      <w:r w:rsidRPr="007E0B20">
        <w:rPr>
          <w:lang w:val="en-US"/>
        </w:rPr>
        <w:t>printf</w:t>
      </w:r>
      <w:proofErr w:type="spellEnd"/>
      <w:r w:rsidRPr="007E0B20">
        <w:rPr>
          <w:lang w:val="en-US"/>
        </w:rPr>
        <w:t xml:space="preserve"> \"%.f\n\", (a / b * d) }")</w:t>
      </w:r>
    </w:p>
    <w:p w14:paraId="78A8F0F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#function to store seed</w:t>
      </w:r>
    </w:p>
    <w:p w14:paraId="04326AE4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get_seeded_random</w:t>
      </w:r>
      <w:proofErr w:type="spellEnd"/>
      <w:r w:rsidRPr="007E0B20">
        <w:rPr>
          <w:lang w:val="en-US"/>
        </w:rPr>
        <w:t>()</w:t>
      </w:r>
    </w:p>
    <w:p w14:paraId="1D3B50D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{</w:t>
      </w:r>
    </w:p>
    <w:p w14:paraId="079A3CA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</w:t>
      </w:r>
      <w:proofErr w:type="spellStart"/>
      <w:r w:rsidRPr="007E0B20">
        <w:rPr>
          <w:lang w:val="en-US"/>
        </w:rPr>
        <w:t>pickrandom</w:t>
      </w:r>
      <w:proofErr w:type="spellEnd"/>
      <w:r w:rsidRPr="007E0B20">
        <w:rPr>
          <w:lang w:val="en-US"/>
        </w:rPr>
        <w:t>="$1"</w:t>
      </w:r>
    </w:p>
    <w:p w14:paraId="43158AA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</w:t>
      </w:r>
      <w:proofErr w:type="spellStart"/>
      <w:r w:rsidRPr="007E0B20">
        <w:rPr>
          <w:lang w:val="en-US"/>
        </w:rPr>
        <w:t>openssl</w:t>
      </w:r>
      <w:proofErr w:type="spellEnd"/>
      <w:r w:rsidRPr="007E0B20">
        <w:rPr>
          <w:lang w:val="en-US"/>
        </w:rPr>
        <w:t xml:space="preserve"> enc -aes-256-ctr -pass pass:"$</w:t>
      </w:r>
      <w:proofErr w:type="spellStart"/>
      <w:r w:rsidRPr="007E0B20">
        <w:rPr>
          <w:lang w:val="en-US"/>
        </w:rPr>
        <w:t>pickrandom</w:t>
      </w:r>
      <w:proofErr w:type="spellEnd"/>
      <w:r w:rsidRPr="007E0B20">
        <w:rPr>
          <w:lang w:val="en-US"/>
        </w:rPr>
        <w:t>" -</w:t>
      </w:r>
      <w:proofErr w:type="spellStart"/>
      <w:r w:rsidRPr="007E0B20">
        <w:rPr>
          <w:lang w:val="en-US"/>
        </w:rPr>
        <w:t>nosalt</w:t>
      </w:r>
      <w:proofErr w:type="spellEnd"/>
      <w:r w:rsidRPr="007E0B20">
        <w:rPr>
          <w:lang w:val="en-US"/>
        </w:rPr>
        <w:t xml:space="preserve"> \</w:t>
      </w:r>
    </w:p>
    <w:p w14:paraId="2C74835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   &lt;/dev/zero 2&gt;/dev/null</w:t>
      </w:r>
    </w:p>
    <w:p w14:paraId="0CE0025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}</w:t>
      </w:r>
    </w:p>
    <w:p w14:paraId="08C78E7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 automatic seed generation, which "date" </w:t>
      </w:r>
      <w:proofErr w:type="spellStart"/>
      <w:r w:rsidRPr="007E0B20">
        <w:rPr>
          <w:lang w:val="en-US"/>
        </w:rPr>
        <w:t>HourMinuteSecondDayMonthYear</w:t>
      </w:r>
      <w:proofErr w:type="spellEnd"/>
      <w:r w:rsidRPr="007E0B20">
        <w:rPr>
          <w:lang w:val="en-US"/>
        </w:rPr>
        <w:t xml:space="preserve"> + "seeding" out and within the loop makes each seed unique</w:t>
      </w:r>
    </w:p>
    <w:p w14:paraId="6AB2300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seeding=$(expr $(date +"%</w:t>
      </w:r>
      <w:proofErr w:type="spellStart"/>
      <w:r w:rsidRPr="007E0B20">
        <w:rPr>
          <w:lang w:val="en-US"/>
        </w:rPr>
        <w:t>H%M%S%d%m%Y</w:t>
      </w:r>
      <w:proofErr w:type="spellEnd"/>
      <w:r w:rsidRPr="007E0B20">
        <w:rPr>
          <w:lang w:val="en-US"/>
        </w:rPr>
        <w:t>") + "$seeding")</w:t>
      </w:r>
    </w:p>
    <w:p w14:paraId="50E9FFA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C013B2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-e " $sample \n seed $seeding \n </w:t>
      </w:r>
      <w:proofErr w:type="spellStart"/>
      <w:r w:rsidRPr="007E0B20">
        <w:rPr>
          <w:lang w:val="en-US"/>
        </w:rPr>
        <w:t>N</w:t>
      </w:r>
      <w:proofErr w:type="spellEnd"/>
      <w:r w:rsidRPr="007E0B20">
        <w:rPr>
          <w:lang w:val="en-US"/>
        </w:rPr>
        <w:t xml:space="preserve"> reads $ratio"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64620D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B66359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sort -k2,2V -k3,3n $(echo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/_"$parameter8"_TEMPORARIO.allValidPairs/") | </w:t>
      </w:r>
      <w:proofErr w:type="spellStart"/>
      <w:r w:rsidRPr="007E0B20">
        <w:rPr>
          <w:lang w:val="en-US"/>
        </w:rPr>
        <w:t>shuf</w:t>
      </w:r>
      <w:proofErr w:type="spellEnd"/>
      <w:r w:rsidRPr="007E0B20">
        <w:rPr>
          <w:lang w:val="en-US"/>
        </w:rPr>
        <w:t xml:space="preserve"> --random-source=&lt;(</w:t>
      </w:r>
      <w:proofErr w:type="spellStart"/>
      <w:r w:rsidRPr="007E0B20">
        <w:rPr>
          <w:lang w:val="en-US"/>
        </w:rPr>
        <w:t>get_seeded_random</w:t>
      </w:r>
      <w:proofErr w:type="spellEnd"/>
      <w:r w:rsidRPr="007E0B20">
        <w:rPr>
          <w:lang w:val="en-US"/>
        </w:rPr>
        <w:t xml:space="preserve"> "$seeding") | head -n "$ratio" | sort -k2,2V -k3,3n &gt;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/_</w:t>
      </w:r>
      <w:proofErr w:type="spellStart"/>
      <w:r w:rsidRPr="007E0B20">
        <w:rPr>
          <w:lang w:val="en-US"/>
        </w:rPr>
        <w:t>snorm.allValidPairs</w:t>
      </w:r>
      <w:proofErr w:type="spellEnd"/>
      <w:r w:rsidRPr="007E0B20">
        <w:rPr>
          <w:lang w:val="en-US"/>
        </w:rPr>
        <w:t>/")</w:t>
      </w:r>
    </w:p>
    <w:p w14:paraId="3B21B94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#changing file extension of not </w:t>
      </w:r>
      <w:proofErr w:type="spellStart"/>
      <w:r w:rsidRPr="007E0B20">
        <w:rPr>
          <w:lang w:val="en-US"/>
        </w:rPr>
        <w:t>normalised</w:t>
      </w:r>
      <w:proofErr w:type="spellEnd"/>
      <w:r w:rsidRPr="007E0B20">
        <w:rPr>
          <w:lang w:val="en-US"/>
        </w:rPr>
        <w:t xml:space="preserve"> 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 xml:space="preserve"> to avoid conflicts in the next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call</w:t>
      </w:r>
    </w:p>
    <w:p w14:paraId="17CD4B6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mv "$sample" 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"$sample"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/.</w:t>
      </w:r>
      <w:proofErr w:type="spellStart"/>
      <w:r w:rsidRPr="007E0B20">
        <w:rPr>
          <w:lang w:val="en-US"/>
        </w:rPr>
        <w:t>notnormpairs</w:t>
      </w:r>
      <w:proofErr w:type="spellEnd"/>
      <w:r w:rsidRPr="007E0B20">
        <w:rPr>
          <w:lang w:val="en-US"/>
        </w:rPr>
        <w:t>/")</w:t>
      </w:r>
    </w:p>
    <w:p w14:paraId="39D1B4B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3D0F6AB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37E915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99B087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#deleting TEMP .</w:t>
      </w:r>
      <w:proofErr w:type="spellStart"/>
      <w:r w:rsidRPr="007E0B20">
        <w:rPr>
          <w:lang w:val="en-US"/>
        </w:rPr>
        <w:t>allValidPairs</w:t>
      </w:r>
      <w:proofErr w:type="spellEnd"/>
    </w:p>
    <w:p w14:paraId="4BA127E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find "$parameter3"/HiCPro_"$parameter8"_"$today" -type f -name '*_</w:t>
      </w:r>
      <w:proofErr w:type="spellStart"/>
      <w:r w:rsidRPr="007E0B20">
        <w:rPr>
          <w:lang w:val="en-US"/>
        </w:rPr>
        <w:t>TEMPORARIO.allValidPairs</w:t>
      </w:r>
      <w:proofErr w:type="spellEnd"/>
      <w:r w:rsidRPr="007E0B20">
        <w:rPr>
          <w:lang w:val="en-US"/>
        </w:rPr>
        <w:t>' -exec rm -f {} +</w:t>
      </w:r>
    </w:p>
    <w:p w14:paraId="0084C53A" w14:textId="77777777" w:rsidR="007E0B20" w:rsidRPr="007E0B20" w:rsidRDefault="007E0B20" w:rsidP="007E0B20">
      <w:pPr>
        <w:rPr>
          <w:lang w:val="en-US"/>
        </w:rPr>
      </w:pPr>
    </w:p>
    <w:p w14:paraId="008F02A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 Continuing with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</w:t>
      </w:r>
    </w:p>
    <w:p w14:paraId="0965D6E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2F2222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E155FF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 xml:space="preserve">-Pro step wise from </w:t>
      </w:r>
      <w:proofErr w:type="spellStart"/>
      <w:r w:rsidRPr="007E0B20">
        <w:rPr>
          <w:lang w:val="en-US"/>
        </w:rPr>
        <w:t>normalisation</w:t>
      </w:r>
      <w:proofErr w:type="spellEnd"/>
      <w:r w:rsidRPr="007E0B20">
        <w:rPr>
          <w:lang w:val="en-US"/>
        </w:rPr>
        <w:t xml:space="preserve"> point (.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) to matrix"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50FB57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6B1602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DC3CFA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C012431" w14:textId="77777777" w:rsidR="007E0B20" w:rsidRPr="007E0B20" w:rsidRDefault="007E0B20" w:rsidP="007E0B20">
      <w:pPr>
        <w:rPr>
          <w:lang w:val="en-US"/>
        </w:rPr>
      </w:pPr>
    </w:p>
    <w:p w14:paraId="22D6110B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hic_results</w:t>
      </w:r>
      <w:proofErr w:type="spellEnd"/>
      <w:r w:rsidRPr="007E0B20">
        <w:rPr>
          <w:lang w:val="en-US"/>
        </w:rPr>
        <w:t>/data/ -o "$parameter3"/HiCPro_"$parameter8"_"$today" -c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 xml:space="preserve">/"$parameter4" -s </w:t>
      </w:r>
      <w:proofErr w:type="spellStart"/>
      <w:r w:rsidRPr="007E0B20">
        <w:rPr>
          <w:lang w:val="en-US"/>
        </w:rPr>
        <w:t>build_contact_maps</w:t>
      </w:r>
      <w:proofErr w:type="spellEnd"/>
      <w:r w:rsidRPr="007E0B20">
        <w:rPr>
          <w:lang w:val="en-US"/>
        </w:rPr>
        <w:t xml:space="preserve"> -s </w:t>
      </w:r>
      <w:proofErr w:type="spellStart"/>
      <w:r w:rsidRPr="007E0B20">
        <w:rPr>
          <w:lang w:val="en-US"/>
        </w:rPr>
        <w:t>ice_norm</w:t>
      </w:r>
      <w:proofErr w:type="spellEnd"/>
      <w:r w:rsidRPr="007E0B20">
        <w:rPr>
          <w:lang w:val="en-US"/>
        </w:rPr>
        <w:t xml:space="preserve"> 2&gt;&gt;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958910A" w14:textId="77777777" w:rsidR="007E0B20" w:rsidRPr="007E0B20" w:rsidRDefault="007E0B20" w:rsidP="007E0B20">
      <w:pPr>
        <w:rPr>
          <w:lang w:val="en-US"/>
        </w:rPr>
      </w:pPr>
    </w:p>
    <w:p w14:paraId="25C0EF6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</w:t>
      </w:r>
    </w:p>
    <w:p w14:paraId="75ACC975" w14:textId="77777777" w:rsidR="007E0B20" w:rsidRPr="007E0B20" w:rsidRDefault="007E0B20" w:rsidP="007E0B20">
      <w:pPr>
        <w:rPr>
          <w:lang w:val="en-US"/>
        </w:rPr>
      </w:pPr>
    </w:p>
    <w:p w14:paraId="00B9908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</w:t>
      </w:r>
    </w:p>
    <w:p w14:paraId="69EB659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#FURTHER ANALYSIS PART#</w:t>
      </w:r>
    </w:p>
    <w:p w14:paraId="06A508B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#######################</w:t>
      </w:r>
    </w:p>
    <w:p w14:paraId="044BC53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if [ -z "$parameter12" ]; then</w:t>
      </w:r>
    </w:p>
    <w:p w14:paraId="69D8E6E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11F20A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echo "-- $(date) -- Just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output / no HOMER, .hic and .cool formats"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234A6B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  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8ECCAF2" w14:textId="77777777" w:rsidR="007E0B20" w:rsidRPr="007E0B20" w:rsidRDefault="007E0B20" w:rsidP="007E0B20">
      <w:pPr>
        <w:rPr>
          <w:lang w:val="en-US"/>
        </w:rPr>
      </w:pPr>
    </w:p>
    <w:p w14:paraId="4F32612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else</w:t>
      </w:r>
    </w:p>
    <w:p w14:paraId="5AC7158C" w14:textId="77777777" w:rsidR="007E0B20" w:rsidRPr="007E0B20" w:rsidRDefault="007E0B20" w:rsidP="007E0B20">
      <w:pPr>
        <w:rPr>
          <w:lang w:val="en-US"/>
        </w:rPr>
      </w:pPr>
    </w:p>
    <w:p w14:paraId="229295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6C6BAFA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"-- $(date) -- Transforming 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output to HOMER, .hic and .cool formats" | tee -a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A3E03B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82154EE" w14:textId="77777777" w:rsidR="007E0B20" w:rsidRPr="007E0B20" w:rsidRDefault="007E0B20" w:rsidP="007E0B20">
      <w:pPr>
        <w:rPr>
          <w:lang w:val="en-US"/>
        </w:rPr>
      </w:pPr>
    </w:p>
    <w:p w14:paraId="71C3F30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# Transforming to </w:t>
      </w:r>
      <w:proofErr w:type="spellStart"/>
      <w:r w:rsidRPr="007E0B20">
        <w:rPr>
          <w:lang w:val="en-US"/>
        </w:rPr>
        <w:t>juicebox</w:t>
      </w:r>
      <w:proofErr w:type="spellEnd"/>
      <w:r w:rsidRPr="007E0B20">
        <w:rPr>
          <w:lang w:val="en-US"/>
        </w:rPr>
        <w:t xml:space="preserve"> format</w:t>
      </w:r>
    </w:p>
    <w:p w14:paraId="054EE86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for </w:t>
      </w:r>
      <w:proofErr w:type="spellStart"/>
      <w:r w:rsidRPr="007E0B20">
        <w:rPr>
          <w:lang w:val="en-US"/>
        </w:rPr>
        <w:t>jsample</w:t>
      </w:r>
      <w:proofErr w:type="spellEnd"/>
      <w:r w:rsidRPr="007E0B20">
        <w:rPr>
          <w:lang w:val="en-US"/>
        </w:rPr>
        <w:t xml:space="preserve"> in $(find "$parameter3"/HiCPro_"$parameter8"_"$today" -type f -name '*</w:t>
      </w:r>
      <w:proofErr w:type="spellStart"/>
      <w:r w:rsidRPr="007E0B20">
        <w:rPr>
          <w:lang w:val="en-US"/>
        </w:rPr>
        <w:t>norm.allValidPairs</w:t>
      </w:r>
      <w:proofErr w:type="spellEnd"/>
      <w:r w:rsidRPr="007E0B20">
        <w:rPr>
          <w:lang w:val="en-US"/>
        </w:rPr>
        <w:t>'); do</w:t>
      </w:r>
    </w:p>
    <w:p w14:paraId="3F357162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mkdir</w:t>
      </w:r>
      <w:proofErr w:type="spellEnd"/>
      <w:r w:rsidRPr="007E0B20">
        <w:rPr>
          <w:lang w:val="en-US"/>
        </w:rPr>
        <w:t xml:space="preserve"> -p "$parameter3"/Juicer/$(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</w:t>
      </w:r>
      <w:proofErr w:type="spellStart"/>
      <w:r w:rsidRPr="007E0B20">
        <w:rPr>
          <w:lang w:val="en-US"/>
        </w:rPr>
        <w:t>jsample</w:t>
      </w:r>
      <w:proofErr w:type="spellEnd"/>
      <w:r w:rsidRPr="007E0B20">
        <w:rPr>
          <w:lang w:val="en-US"/>
        </w:rPr>
        <w:t>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//")</w:t>
      </w:r>
    </w:p>
    <w:p w14:paraId="004B938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"$parameter3"/Juicer/$(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</w:t>
      </w:r>
      <w:proofErr w:type="spellStart"/>
      <w:r w:rsidRPr="007E0B20">
        <w:rPr>
          <w:lang w:val="en-US"/>
        </w:rPr>
        <w:t>jsample</w:t>
      </w:r>
      <w:proofErr w:type="spellEnd"/>
      <w:r w:rsidRPr="007E0B20">
        <w:rPr>
          <w:lang w:val="en-US"/>
        </w:rPr>
        <w:t>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//")</w:t>
      </w:r>
    </w:p>
    <w:p w14:paraId="6E6723C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"doing .hic"</w:t>
      </w:r>
    </w:p>
    <w:p w14:paraId="05D3F6D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"/hicpro2juicebox.sh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</w:t>
      </w:r>
      <w:proofErr w:type="spellStart"/>
      <w:r w:rsidRPr="007E0B20">
        <w:rPr>
          <w:lang w:val="en-US"/>
        </w:rPr>
        <w:t>jsample</w:t>
      </w:r>
      <w:proofErr w:type="spellEnd"/>
      <w:r w:rsidRPr="007E0B20">
        <w:rPr>
          <w:lang w:val="en-US"/>
        </w:rPr>
        <w:t>" -g "$parameter9" -j "$</w:t>
      </w:r>
      <w:proofErr w:type="spellStart"/>
      <w:r w:rsidRPr="007E0B20">
        <w:rPr>
          <w:lang w:val="en-US"/>
        </w:rPr>
        <w:t>juicer_folder</w:t>
      </w:r>
      <w:proofErr w:type="spellEnd"/>
      <w:r w:rsidRPr="007E0B20">
        <w:rPr>
          <w:lang w:val="en-US"/>
        </w:rPr>
        <w:t>"/juicer_tools_1.19.02.jar -r "$parameter10"</w:t>
      </w:r>
    </w:p>
    <w:p w14:paraId="2FB24A4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 &amp;</w:t>
      </w:r>
    </w:p>
    <w:p w14:paraId="65D8AFBA" w14:textId="77777777" w:rsidR="007E0B20" w:rsidRPr="007E0B20" w:rsidRDefault="007E0B20" w:rsidP="007E0B20">
      <w:pPr>
        <w:rPr>
          <w:lang w:val="en-US"/>
        </w:rPr>
      </w:pPr>
    </w:p>
    <w:p w14:paraId="44DA714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".hic files ready at $parameter3/Juicer/" &amp;</w:t>
      </w:r>
    </w:p>
    <w:p w14:paraId="0B386A31" w14:textId="77777777" w:rsidR="007E0B20" w:rsidRPr="007E0B20" w:rsidRDefault="007E0B20" w:rsidP="007E0B20">
      <w:pPr>
        <w:rPr>
          <w:lang w:val="en-US"/>
        </w:rPr>
      </w:pPr>
    </w:p>
    <w:p w14:paraId="0E4E928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Transforming to .cool format</w:t>
      </w:r>
    </w:p>
    <w:p w14:paraId="7757E56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for </w:t>
      </w:r>
      <w:proofErr w:type="spellStart"/>
      <w:r w:rsidRPr="007E0B20">
        <w:rPr>
          <w:lang w:val="en-US"/>
        </w:rPr>
        <w:t>csample</w:t>
      </w:r>
      <w:proofErr w:type="spellEnd"/>
      <w:r w:rsidRPr="007E0B20">
        <w:rPr>
          <w:lang w:val="en-US"/>
        </w:rPr>
        <w:t xml:space="preserve"> in $(find "$parameter3"/HiCPro_"$parameter8"_"$today" -type f -name '*</w:t>
      </w:r>
      <w:proofErr w:type="spellStart"/>
      <w:r w:rsidRPr="007E0B20">
        <w:rPr>
          <w:lang w:val="en-US"/>
        </w:rPr>
        <w:t>norm.allValidPairs</w:t>
      </w:r>
      <w:proofErr w:type="spellEnd"/>
      <w:r w:rsidRPr="007E0B20">
        <w:rPr>
          <w:lang w:val="en-US"/>
        </w:rPr>
        <w:t>'); do</w:t>
      </w:r>
    </w:p>
    <w:p w14:paraId="0208D8F8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mkdir</w:t>
      </w:r>
      <w:proofErr w:type="spellEnd"/>
      <w:r w:rsidRPr="007E0B20">
        <w:rPr>
          <w:lang w:val="en-US"/>
        </w:rPr>
        <w:t xml:space="preserve"> -p "$parameter3"/</w:t>
      </w:r>
      <w:proofErr w:type="spellStart"/>
      <w:r w:rsidRPr="007E0B20">
        <w:rPr>
          <w:lang w:val="en-US"/>
        </w:rPr>
        <w:t>coolfiles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</w:t>
      </w:r>
      <w:proofErr w:type="spellStart"/>
      <w:r w:rsidRPr="007E0B20">
        <w:rPr>
          <w:lang w:val="en-US"/>
        </w:rPr>
        <w:t>csample</w:t>
      </w:r>
      <w:proofErr w:type="spellEnd"/>
      <w:r w:rsidRPr="007E0B20">
        <w:rPr>
          <w:lang w:val="en-US"/>
        </w:rPr>
        <w:t>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//")</w:t>
      </w:r>
    </w:p>
    <w:p w14:paraId="2878644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</w:t>
      </w:r>
      <w:proofErr w:type="spellStart"/>
      <w:r w:rsidRPr="007E0B20">
        <w:rPr>
          <w:lang w:val="en-US"/>
        </w:rPr>
        <w:t>coolfiles</w:t>
      </w:r>
      <w:proofErr w:type="spellEnd"/>
      <w:r w:rsidRPr="007E0B20">
        <w:rPr>
          <w:lang w:val="en-US"/>
        </w:rPr>
        <w:t>/$(</w:t>
      </w:r>
      <w:proofErr w:type="spellStart"/>
      <w:r w:rsidRPr="007E0B20">
        <w:rPr>
          <w:lang w:val="en-US"/>
        </w:rPr>
        <w:t>basename</w:t>
      </w:r>
      <w:proofErr w:type="spellEnd"/>
      <w:r w:rsidRPr="007E0B20">
        <w:rPr>
          <w:lang w:val="en-US"/>
        </w:rPr>
        <w:t xml:space="preserve"> "$</w:t>
      </w:r>
      <w:proofErr w:type="spellStart"/>
      <w:r w:rsidRPr="007E0B20">
        <w:rPr>
          <w:lang w:val="en-US"/>
        </w:rPr>
        <w:t>csample</w:t>
      </w:r>
      <w:proofErr w:type="spellEnd"/>
      <w:r w:rsidRPr="007E0B20">
        <w:rPr>
          <w:lang w:val="en-US"/>
        </w:rPr>
        <w:t>" | sed "s/.</w:t>
      </w:r>
      <w:proofErr w:type="spellStart"/>
      <w:r w:rsidRPr="007E0B20">
        <w:rPr>
          <w:lang w:val="en-US"/>
        </w:rPr>
        <w:t>allValidPairs</w:t>
      </w:r>
      <w:proofErr w:type="spellEnd"/>
      <w:r w:rsidRPr="007E0B20">
        <w:rPr>
          <w:lang w:val="en-US"/>
        </w:rPr>
        <w:t>//")</w:t>
      </w:r>
    </w:p>
    <w:p w14:paraId="2DAAFA5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"doing .cool"</w:t>
      </w:r>
    </w:p>
    <w:p w14:paraId="1353B01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"$</w:t>
      </w:r>
      <w:proofErr w:type="spellStart"/>
      <w:r w:rsidRPr="007E0B20">
        <w:rPr>
          <w:lang w:val="en-US"/>
        </w:rPr>
        <w:t>utils_folder</w:t>
      </w:r>
      <w:proofErr w:type="spellEnd"/>
      <w:r w:rsidRPr="007E0B20">
        <w:rPr>
          <w:lang w:val="en-US"/>
        </w:rPr>
        <w:t>"/hicpro2higlass.sh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"$</w:t>
      </w:r>
      <w:proofErr w:type="spellStart"/>
      <w:r w:rsidRPr="007E0B20">
        <w:rPr>
          <w:lang w:val="en-US"/>
        </w:rPr>
        <w:t>csample</w:t>
      </w:r>
      <w:proofErr w:type="spellEnd"/>
      <w:r w:rsidRPr="007E0B20">
        <w:rPr>
          <w:lang w:val="en-US"/>
        </w:rPr>
        <w:t>" -r "$parameter12" -c "$parameter9" -n</w:t>
      </w:r>
    </w:p>
    <w:p w14:paraId="0C96D77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11D5C9A7" w14:textId="77777777" w:rsidR="007E0B20" w:rsidRPr="007E0B20" w:rsidRDefault="007E0B20" w:rsidP="007E0B20">
      <w:pPr>
        <w:rPr>
          <w:lang w:val="en-US"/>
        </w:rPr>
      </w:pPr>
    </w:p>
    <w:p w14:paraId="51A5CD1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echo ".cool files ready at $parameter3/</w:t>
      </w:r>
      <w:proofErr w:type="spellStart"/>
      <w:r w:rsidRPr="007E0B20">
        <w:rPr>
          <w:lang w:val="en-US"/>
        </w:rPr>
        <w:t>coolfiles</w:t>
      </w:r>
      <w:proofErr w:type="spellEnd"/>
      <w:r w:rsidRPr="007E0B20">
        <w:rPr>
          <w:lang w:val="en-US"/>
        </w:rPr>
        <w:t>/" &amp;</w:t>
      </w:r>
    </w:p>
    <w:p w14:paraId="60B9680F" w14:textId="77777777" w:rsidR="007E0B20" w:rsidRPr="007E0B20" w:rsidRDefault="007E0B20" w:rsidP="007E0B20">
      <w:pPr>
        <w:rPr>
          <w:lang w:val="en-US"/>
        </w:rPr>
      </w:pPr>
    </w:p>
    <w:p w14:paraId="43D9E19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 Transforming to HOMER format</w:t>
      </w:r>
    </w:p>
    <w:p w14:paraId="18B0250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for 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 xml:space="preserve"> in $(ls "$parameter3"/HiCPro_"$parameter8"_"$today"/bowtie_results/bwt2); do</w:t>
      </w:r>
    </w:p>
    <w:p w14:paraId="3889B98A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mkdir</w:t>
      </w:r>
      <w:proofErr w:type="spellEnd"/>
      <w:r w:rsidRPr="007E0B20">
        <w:rPr>
          <w:lang w:val="en-US"/>
        </w:rPr>
        <w:t xml:space="preserve"> -p "$parameter3"/Homer/"$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>"</w:t>
      </w:r>
    </w:p>
    <w:p w14:paraId="169FB2D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"$parameter3"/HiCPro_"$parameter8"_"$today"/bowtie_results/bwt2/"$dir"</w:t>
      </w:r>
    </w:p>
    <w:p w14:paraId="079D5F9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R1=$(find "$parameter3"/HiCPro_"$parameter8"_"$today"/bowtie_results/bwt2/"$dir" -type f -name "*_R1_$parameter8.bwt2merged.bam")</w:t>
      </w:r>
    </w:p>
    <w:p w14:paraId="3B68EA24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samtools</w:t>
      </w:r>
      <w:proofErr w:type="spellEnd"/>
      <w:r w:rsidRPr="007E0B20">
        <w:rPr>
          <w:lang w:val="en-US"/>
        </w:rPr>
        <w:t xml:space="preserve"> merge - $(echo "$R1" | tr '\n' ' ') | </w:t>
      </w:r>
      <w:proofErr w:type="spellStart"/>
      <w:r w:rsidRPr="007E0B20">
        <w:rPr>
          <w:lang w:val="en-US"/>
        </w:rPr>
        <w:t>samtools</w:t>
      </w:r>
      <w:proofErr w:type="spellEnd"/>
      <w:r w:rsidRPr="007E0B20">
        <w:rPr>
          <w:lang w:val="en-US"/>
        </w:rPr>
        <w:t xml:space="preserve"> view -@ "$parameter6" -h -F 4 - -o "$dir"_R1_homer.sam</w:t>
      </w:r>
    </w:p>
    <w:p w14:paraId="42EB291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</w:t>
      </w:r>
    </w:p>
    <w:p w14:paraId="5294322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R2=$(find "$parameter3"/HiCPro_"$parameter8"_"$today"/bowtie_results/bwt2/"$dir" -type f -name "*_R2_$parameter8.bwt2merged.bam")</w:t>
      </w:r>
    </w:p>
    <w:p w14:paraId="1A557B28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samtools</w:t>
      </w:r>
      <w:proofErr w:type="spellEnd"/>
      <w:r w:rsidRPr="007E0B20">
        <w:rPr>
          <w:lang w:val="en-US"/>
        </w:rPr>
        <w:t xml:space="preserve"> merge - $(echo "$R2" | tr '\n' ' ') | </w:t>
      </w:r>
      <w:proofErr w:type="spellStart"/>
      <w:r w:rsidRPr="007E0B20">
        <w:rPr>
          <w:lang w:val="en-US"/>
        </w:rPr>
        <w:t>samtools</w:t>
      </w:r>
      <w:proofErr w:type="spellEnd"/>
      <w:r w:rsidRPr="007E0B20">
        <w:rPr>
          <w:lang w:val="en-US"/>
        </w:rPr>
        <w:t xml:space="preserve"> view -@ "$parameter6" -h -F 4 - -o "$dir"_R2_homer.sam</w:t>
      </w:r>
    </w:p>
    <w:p w14:paraId="5C6277B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</w:t>
      </w:r>
    </w:p>
    <w:p w14:paraId="4897543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mv *.</w:t>
      </w:r>
      <w:proofErr w:type="spellStart"/>
      <w:r w:rsidRPr="007E0B20">
        <w:rPr>
          <w:lang w:val="en-US"/>
        </w:rPr>
        <w:t>sam</w:t>
      </w:r>
      <w:proofErr w:type="spellEnd"/>
      <w:r w:rsidRPr="007E0B20">
        <w:rPr>
          <w:lang w:val="en-US"/>
        </w:rPr>
        <w:t xml:space="preserve"> "$parameter3"/Homer/"$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>"</w:t>
      </w:r>
    </w:p>
    <w:p w14:paraId="7086865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73DB9E13" w14:textId="77777777" w:rsidR="007E0B20" w:rsidRPr="007E0B20" w:rsidRDefault="007E0B20" w:rsidP="007E0B20">
      <w:pPr>
        <w:rPr>
          <w:lang w:val="en-US"/>
        </w:rPr>
      </w:pPr>
    </w:p>
    <w:p w14:paraId="4B4C383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for 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 xml:space="preserve"> in $(ls "$parameter3"/Homer); do</w:t>
      </w:r>
    </w:p>
    <w:p w14:paraId="46154C7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"$parameter3"/Homer/"$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>"</w:t>
      </w:r>
    </w:p>
    <w:p w14:paraId="3A22DA0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"doing Homer"</w:t>
      </w:r>
    </w:p>
    <w:p w14:paraId="6612265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R1=$(find "$parameter3"/Homer/"$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>" -type f -name '*R1_homer.sam')</w:t>
      </w:r>
    </w:p>
    <w:p w14:paraId="61569AF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R2=$(find "$parameter3"/Homer/"$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>" -type f -name '*R2_homer.sam')</w:t>
      </w:r>
    </w:p>
    <w:p w14:paraId="528500FA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makeTagDirectory</w:t>
      </w:r>
      <w:proofErr w:type="spellEnd"/>
      <w:r w:rsidRPr="007E0B20">
        <w:rPr>
          <w:lang w:val="en-US"/>
        </w:rPr>
        <w:t xml:space="preserve"> "$parameter3"/Homer/"$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>" "$R1","$R2" -</w:t>
      </w:r>
      <w:proofErr w:type="spellStart"/>
      <w:r w:rsidRPr="007E0B20">
        <w:rPr>
          <w:lang w:val="en-US"/>
        </w:rPr>
        <w:t>tbp</w:t>
      </w:r>
      <w:proofErr w:type="spellEnd"/>
      <w:r w:rsidRPr="007E0B20">
        <w:rPr>
          <w:lang w:val="en-US"/>
        </w:rPr>
        <w:t xml:space="preserve"> 1</w:t>
      </w:r>
    </w:p>
    <w:p w14:paraId="53835694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done</w:t>
      </w:r>
    </w:p>
    <w:p w14:paraId="709D4AD9" w14:textId="77777777" w:rsidR="007E0B20" w:rsidRPr="007E0B20" w:rsidRDefault="007E0B20" w:rsidP="007E0B20">
      <w:pPr>
        <w:rPr>
          <w:lang w:val="en-US"/>
        </w:rPr>
      </w:pPr>
    </w:p>
    <w:p w14:paraId="5D4D53E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 xml:space="preserve">echo "homer </w:t>
      </w:r>
      <w:proofErr w:type="spellStart"/>
      <w:r w:rsidRPr="007E0B20">
        <w:rPr>
          <w:lang w:val="en-US"/>
        </w:rPr>
        <w:t>dir</w:t>
      </w:r>
      <w:proofErr w:type="spellEnd"/>
      <w:r w:rsidRPr="007E0B20">
        <w:rPr>
          <w:lang w:val="en-US"/>
        </w:rPr>
        <w:t xml:space="preserve"> ready at $parameter3/Homer/"</w:t>
      </w:r>
    </w:p>
    <w:p w14:paraId="7A9996EB" w14:textId="77777777" w:rsidR="007E0B20" w:rsidRPr="007E0B20" w:rsidRDefault="007E0B20" w:rsidP="007E0B20">
      <w:pPr>
        <w:rPr>
          <w:lang w:val="en-US"/>
        </w:rPr>
      </w:pPr>
    </w:p>
    <w:p w14:paraId="713F9DD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</w:t>
      </w:r>
    </w:p>
    <w:p w14:paraId="3096631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#remove files with "_TEMPORARIO" tag</w:t>
      </w:r>
    </w:p>
    <w:p w14:paraId="1463850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find "$parameter3" -name "*_TEMPORARIO*" -exec rm -r {} +</w:t>
      </w:r>
    </w:p>
    <w:p w14:paraId="48F32F11" w14:textId="77777777" w:rsidR="007E0B20" w:rsidRPr="007E0B20" w:rsidRDefault="007E0B20" w:rsidP="007E0B20">
      <w:pPr>
        <w:rPr>
          <w:lang w:val="en-US"/>
        </w:rPr>
      </w:pPr>
    </w:p>
    <w:p w14:paraId="34616AA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#Adjusting tree structure and *tar..bz2 compressing Intermediate files (*.bam and *.</w:t>
      </w:r>
      <w:proofErr w:type="spellStart"/>
      <w:r w:rsidRPr="007E0B20">
        <w:rPr>
          <w:lang w:val="en-US"/>
        </w:rPr>
        <w:t>fastq</w:t>
      </w:r>
      <w:proofErr w:type="spellEnd"/>
      <w:r w:rsidRPr="007E0B20">
        <w:rPr>
          <w:lang w:val="en-US"/>
        </w:rPr>
        <w:t xml:space="preserve"> - including Input) that can be later deleted</w:t>
      </w:r>
    </w:p>
    <w:p w14:paraId="184478F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tar -</w:t>
      </w:r>
      <w:proofErr w:type="spellStart"/>
      <w:r w:rsidRPr="007E0B20">
        <w:rPr>
          <w:lang w:val="en-US"/>
        </w:rPr>
        <w:t>jcvf</w:t>
      </w:r>
      <w:proofErr w:type="spellEnd"/>
      <w:r w:rsidRPr="007E0B20">
        <w:rPr>
          <w:lang w:val="en-US"/>
        </w:rPr>
        <w:t xml:space="preserve"> "$parameter3"/HiCPro_"$parameter8"_"$today"/bowtie_results.tar.bz2 "$parameter3"/HiCPro_"$parameter8"_"$today"/</w:t>
      </w:r>
      <w:proofErr w:type="spellStart"/>
      <w:r w:rsidRPr="007E0B20">
        <w:rPr>
          <w:lang w:val="en-US"/>
        </w:rPr>
        <w:t>bowtie_results</w:t>
      </w:r>
      <w:proofErr w:type="spellEnd"/>
      <w:r w:rsidRPr="007E0B20">
        <w:rPr>
          <w:lang w:val="en-US"/>
        </w:rPr>
        <w:t xml:space="preserve"> &amp;</w:t>
      </w:r>
    </w:p>
    <w:p w14:paraId="15E11A0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tar -</w:t>
      </w:r>
      <w:proofErr w:type="spellStart"/>
      <w:r w:rsidRPr="007E0B20">
        <w:rPr>
          <w:lang w:val="en-US"/>
        </w:rPr>
        <w:t>jcvf</w:t>
      </w:r>
      <w:proofErr w:type="spellEnd"/>
      <w:r w:rsidRPr="007E0B20">
        <w:rPr>
          <w:lang w:val="en-US"/>
        </w:rPr>
        <w:t xml:space="preserve"> "$parameter3"/HiCPro_mm10_"$today"/bowtie_results.tar.bz2 "$parameter3"/HiCPro_mm10_"$today"/</w:t>
      </w:r>
      <w:proofErr w:type="spellStart"/>
      <w:r w:rsidRPr="007E0B20">
        <w:rPr>
          <w:lang w:val="en-US"/>
        </w:rPr>
        <w:t>bowtie_results</w:t>
      </w:r>
      <w:proofErr w:type="spellEnd"/>
    </w:p>
    <w:p w14:paraId="77AF91BE" w14:textId="77777777" w:rsidR="007E0B20" w:rsidRPr="007E0B20" w:rsidRDefault="007E0B20" w:rsidP="007E0B20">
      <w:pPr>
        <w:rPr>
          <w:lang w:val="en-US"/>
        </w:rPr>
      </w:pPr>
    </w:p>
    <w:p w14:paraId="2577301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#separating "Warnings" from the log file</w:t>
      </w:r>
    </w:p>
    <w:p w14:paraId="687DBFBE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grep -w '^Warning:'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/log_WARNING.txt</w:t>
      </w:r>
    </w:p>
    <w:p w14:paraId="3B31DBD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sed -</w:t>
      </w:r>
      <w:proofErr w:type="spellStart"/>
      <w:r w:rsidRPr="007E0B20">
        <w:rPr>
          <w:lang w:val="en-US"/>
        </w:rPr>
        <w:t>i</w:t>
      </w:r>
      <w:proofErr w:type="spellEnd"/>
      <w:r w:rsidRPr="007E0B20">
        <w:rPr>
          <w:lang w:val="en-US"/>
        </w:rPr>
        <w:t xml:space="preserve"> "/^Warning\:/d"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2CC0F65" w14:textId="77777777" w:rsidR="007E0B20" w:rsidRPr="007E0B20" w:rsidRDefault="007E0B20" w:rsidP="007E0B20">
      <w:pPr>
        <w:rPr>
          <w:lang w:val="en-US"/>
        </w:rPr>
      </w:pPr>
    </w:p>
    <w:p w14:paraId="697736F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#separating "Warnings" from the log file</w:t>
      </w:r>
    </w:p>
    <w:p w14:paraId="1D8447B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cd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</w:t>
      </w:r>
    </w:p>
    <w:p w14:paraId="76C05234" w14:textId="77777777" w:rsidR="007E0B20" w:rsidRPr="007E0B20" w:rsidRDefault="007E0B20" w:rsidP="007E0B20">
      <w:pPr>
        <w:rPr>
          <w:lang w:val="en-US"/>
        </w:rPr>
      </w:pPr>
    </w:p>
    <w:p w14:paraId="4B1E987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lastRenderedPageBreak/>
        <w:t>#compiling QC reports</w:t>
      </w:r>
    </w:p>
    <w:p w14:paraId="6FCBE591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multiqc</w:t>
      </w:r>
      <w:proofErr w:type="spellEnd"/>
      <w:r w:rsidRPr="007E0B20">
        <w:rPr>
          <w:lang w:val="en-US"/>
        </w:rPr>
        <w:t xml:space="preserve">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 "$parameter3"/HiCPro_"$parameter8"_"$today"/</w:t>
      </w:r>
    </w:p>
    <w:p w14:paraId="7C32F1CB" w14:textId="77777777" w:rsidR="007E0B20" w:rsidRPr="007E0B20" w:rsidRDefault="007E0B20" w:rsidP="007E0B20">
      <w:pPr>
        <w:rPr>
          <w:lang w:val="en-US"/>
        </w:rPr>
      </w:pPr>
    </w:p>
    <w:p w14:paraId="4972FE3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##################</w:t>
      </w:r>
    </w:p>
    <w:p w14:paraId="5B8E8AF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6763EE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"--------------------------------------------------------------------"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157486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C82861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"---END TIME---"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66004C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CA4A133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date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2C8DB4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E905E3D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"--------------"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37C1190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9BAC57C" w14:textId="77777777" w:rsidR="007E0B20" w:rsidRPr="007E0B20" w:rsidRDefault="007E0B20" w:rsidP="007E0B20">
      <w:pPr>
        <w:rPr>
          <w:lang w:val="en-US"/>
        </w:rPr>
      </w:pPr>
    </w:p>
    <w:p w14:paraId="0D370FC6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"---FILES &amp; STRUCTURE---"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464DDCC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C9D9DCB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tree "$parameter3"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BB67E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18E3687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7CEAD91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 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EE542F5" w14:textId="77777777" w:rsidR="007E0B20" w:rsidRPr="007E0B20" w:rsidRDefault="007E0B20" w:rsidP="007E0B20">
      <w:pPr>
        <w:rPr>
          <w:lang w:val="en-US"/>
        </w:rPr>
      </w:pPr>
    </w:p>
    <w:p w14:paraId="5C467C1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"Software version"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7130B9F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0B18C0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</w:t>
      </w:r>
      <w:proofErr w:type="spellStart"/>
      <w:r w:rsidRPr="007E0B20">
        <w:rPr>
          <w:lang w:val="en-US"/>
        </w:rPr>
        <w:t>Samtools</w:t>
      </w:r>
      <w:proofErr w:type="spellEnd"/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654F9E0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samtools</w:t>
      </w:r>
      <w:proofErr w:type="spellEnd"/>
      <w:r w:rsidRPr="007E0B20">
        <w:rPr>
          <w:lang w:val="en-US"/>
        </w:rPr>
        <w:t xml:space="preserve"> --version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502D55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"Bowtie2"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8BFA26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bowtie2 --version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0AC638EA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</w:t>
      </w:r>
      <w:proofErr w:type="spellStart"/>
      <w:r w:rsidRPr="007E0B20">
        <w:rPr>
          <w:lang w:val="en-US"/>
        </w:rPr>
        <w:t>Cutadapt</w:t>
      </w:r>
      <w:proofErr w:type="spellEnd"/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71822745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cutadapt</w:t>
      </w:r>
      <w:proofErr w:type="spellEnd"/>
      <w:r w:rsidRPr="007E0B20">
        <w:rPr>
          <w:lang w:val="en-US"/>
        </w:rPr>
        <w:t xml:space="preserve"> --version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929801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</w:t>
      </w:r>
      <w:proofErr w:type="spellStart"/>
      <w:r w:rsidRPr="007E0B20">
        <w:rPr>
          <w:lang w:val="en-US"/>
        </w:rPr>
        <w:t>Bedtools</w:t>
      </w:r>
      <w:proofErr w:type="spellEnd"/>
      <w:r w:rsidRPr="007E0B20">
        <w:rPr>
          <w:lang w:val="en-US"/>
        </w:rPr>
        <w:t>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824067D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bedtools</w:t>
      </w:r>
      <w:proofErr w:type="spellEnd"/>
      <w:r w:rsidRPr="007E0B20">
        <w:rPr>
          <w:lang w:val="en-US"/>
        </w:rPr>
        <w:t xml:space="preserve"> --version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919C738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</w:t>
      </w: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4CFC9911" w14:textId="77777777" w:rsidR="007E0B20" w:rsidRPr="007E0B20" w:rsidRDefault="007E0B20" w:rsidP="007E0B20">
      <w:pPr>
        <w:rPr>
          <w:lang w:val="en-US"/>
        </w:rPr>
      </w:pPr>
      <w:proofErr w:type="spellStart"/>
      <w:r w:rsidRPr="007E0B20">
        <w:rPr>
          <w:lang w:val="en-US"/>
        </w:rPr>
        <w:t>HiC</w:t>
      </w:r>
      <w:proofErr w:type="spellEnd"/>
      <w:r w:rsidRPr="007E0B20">
        <w:rPr>
          <w:lang w:val="en-US"/>
        </w:rPr>
        <w:t>-Pro --version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11890655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"Homer"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50C4A699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v4.11.1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23380C82" w14:textId="77777777" w:rsidR="007E0B20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"------ END" &gt;&gt; "$parameter3"/</w:t>
      </w:r>
      <w:proofErr w:type="spellStart"/>
      <w:r w:rsidRPr="007E0B20">
        <w:rPr>
          <w:lang w:val="en-US"/>
        </w:rPr>
        <w:t>log_stats</w:t>
      </w:r>
      <w:proofErr w:type="spellEnd"/>
      <w:r w:rsidRPr="007E0B20">
        <w:rPr>
          <w:lang w:val="en-US"/>
        </w:rPr>
        <w:t>/log_script_</w:t>
      </w:r>
      <w:proofErr w:type="spellStart"/>
      <w:r w:rsidRPr="007E0B20">
        <w:rPr>
          <w:lang w:val="en-US"/>
        </w:rPr>
        <w:t>HiCPro</w:t>
      </w:r>
      <w:proofErr w:type="spellEnd"/>
      <w:r w:rsidRPr="007E0B20">
        <w:rPr>
          <w:lang w:val="en-US"/>
        </w:rPr>
        <w:t>_"$today".txt</w:t>
      </w:r>
    </w:p>
    <w:p w14:paraId="3844914C" w14:textId="77777777" w:rsidR="007E0B20" w:rsidRPr="007E0B20" w:rsidRDefault="007E0B20" w:rsidP="007E0B20">
      <w:pPr>
        <w:rPr>
          <w:lang w:val="en-US"/>
        </w:rPr>
      </w:pPr>
    </w:p>
    <w:p w14:paraId="108E2F11" w14:textId="3986E1AF" w:rsidR="00CF0C64" w:rsidRPr="007E0B20" w:rsidRDefault="007E0B20" w:rsidP="007E0B20">
      <w:pPr>
        <w:rPr>
          <w:lang w:val="en-US"/>
        </w:rPr>
      </w:pPr>
      <w:r w:rsidRPr="007E0B20">
        <w:rPr>
          <w:lang w:val="en-US"/>
        </w:rPr>
        <w:t>echo "Please find files in $parameter3"</w:t>
      </w:r>
    </w:p>
    <w:sectPr w:rsidR="00CF0C64" w:rsidRPr="007E0B20" w:rsidSect="00FC4DC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B20"/>
    <w:rsid w:val="00005959"/>
    <w:rsid w:val="00045AAC"/>
    <w:rsid w:val="00064BB3"/>
    <w:rsid w:val="00080037"/>
    <w:rsid w:val="0008095E"/>
    <w:rsid w:val="000C66EB"/>
    <w:rsid w:val="000D7491"/>
    <w:rsid w:val="00116CDD"/>
    <w:rsid w:val="00137B26"/>
    <w:rsid w:val="001D395C"/>
    <w:rsid w:val="001F3EC5"/>
    <w:rsid w:val="0021773C"/>
    <w:rsid w:val="0024727A"/>
    <w:rsid w:val="0025043B"/>
    <w:rsid w:val="00305162"/>
    <w:rsid w:val="00327439"/>
    <w:rsid w:val="00374C95"/>
    <w:rsid w:val="003861F9"/>
    <w:rsid w:val="003967B9"/>
    <w:rsid w:val="003D11E2"/>
    <w:rsid w:val="003E5565"/>
    <w:rsid w:val="00424E17"/>
    <w:rsid w:val="004268EA"/>
    <w:rsid w:val="00472433"/>
    <w:rsid w:val="004A1A15"/>
    <w:rsid w:val="004A6F01"/>
    <w:rsid w:val="004B13DA"/>
    <w:rsid w:val="004D2A16"/>
    <w:rsid w:val="004D7EE2"/>
    <w:rsid w:val="00512DBA"/>
    <w:rsid w:val="00551926"/>
    <w:rsid w:val="005A21E2"/>
    <w:rsid w:val="005B57E5"/>
    <w:rsid w:val="006D5DEB"/>
    <w:rsid w:val="00747494"/>
    <w:rsid w:val="0076430D"/>
    <w:rsid w:val="00786F42"/>
    <w:rsid w:val="007C29FE"/>
    <w:rsid w:val="007E0B20"/>
    <w:rsid w:val="007E6645"/>
    <w:rsid w:val="008D0010"/>
    <w:rsid w:val="008D796E"/>
    <w:rsid w:val="00944983"/>
    <w:rsid w:val="00963128"/>
    <w:rsid w:val="00966213"/>
    <w:rsid w:val="00984E93"/>
    <w:rsid w:val="009B01E2"/>
    <w:rsid w:val="009C2892"/>
    <w:rsid w:val="009D3967"/>
    <w:rsid w:val="00A60287"/>
    <w:rsid w:val="00AB4E4A"/>
    <w:rsid w:val="00B86FEA"/>
    <w:rsid w:val="00BC4ABA"/>
    <w:rsid w:val="00BD2215"/>
    <w:rsid w:val="00C02FDA"/>
    <w:rsid w:val="00C7500B"/>
    <w:rsid w:val="00CA7A0A"/>
    <w:rsid w:val="00CC3D29"/>
    <w:rsid w:val="00CF0C64"/>
    <w:rsid w:val="00CF37B9"/>
    <w:rsid w:val="00D05572"/>
    <w:rsid w:val="00D720A5"/>
    <w:rsid w:val="00D742FE"/>
    <w:rsid w:val="00D80A9D"/>
    <w:rsid w:val="00DD6749"/>
    <w:rsid w:val="00E70139"/>
    <w:rsid w:val="00E8378F"/>
    <w:rsid w:val="00EA1EDB"/>
    <w:rsid w:val="00FC4DCF"/>
    <w:rsid w:val="00FF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D6CA6"/>
  <w15:chartTrackingRefBased/>
  <w15:docId w15:val="{1B2CEC4F-F8BC-C041-AF57-E161E30B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E0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E0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0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E0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E0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E0B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E0B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E0B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E0B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E0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E0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0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E0B2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E0B2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E0B2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E0B2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E0B2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E0B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E0B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E0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E0B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E0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E0B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E0B2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E0B2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E0B2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E0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E0B2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E0B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.~WRD0001</Template>
  <TotalTime>0</TotalTime>
  <Pages>21</Pages>
  <Words>5744</Words>
  <Characters>36188</Characters>
  <Application>Microsoft Office Word</Application>
  <DocSecurity>0</DocSecurity>
  <Lines>301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Büchel</dc:creator>
  <cp:keywords/>
  <dc:description/>
  <cp:lastModifiedBy>Gabriele Büchel</cp:lastModifiedBy>
  <cp:revision>2</cp:revision>
  <dcterms:created xsi:type="dcterms:W3CDTF">2024-08-23T04:44:00Z</dcterms:created>
  <dcterms:modified xsi:type="dcterms:W3CDTF">2024-08-23T06:04:00Z</dcterms:modified>
</cp:coreProperties>
</file>